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1558"/>
      </w:tblGrid>
      <w:tr w:rsidR="00AA14F6" w:rsidRPr="00AA14F6" w14:paraId="6F0F02FC" w14:textId="77777777" w:rsidTr="003B378D">
        <w:trPr>
          <w:trHeight w:val="397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63A8BB8" w14:textId="77777777" w:rsidR="00AA14F6" w:rsidRPr="003B378D" w:rsidRDefault="00AA14F6" w:rsidP="00204136">
            <w:pPr>
              <w:jc w:val="left"/>
              <w:rPr>
                <w:rFonts w:cs="Arial"/>
                <w:bCs/>
                <w:caps/>
                <w:color w:val="000000" w:themeColor="text1"/>
                <w:sz w:val="30"/>
                <w:szCs w:val="30"/>
              </w:rPr>
            </w:pPr>
          </w:p>
        </w:tc>
      </w:tr>
      <w:tr w:rsidR="00AA14F6" w:rsidRPr="00AA14F6" w14:paraId="46A77059" w14:textId="77777777" w:rsidTr="00AA14F6">
        <w:trPr>
          <w:trHeight w:val="510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</w:tcBorders>
            <w:vAlign w:val="center"/>
          </w:tcPr>
          <w:p w14:paraId="2DF26207" w14:textId="77777777" w:rsidR="00AA14F6" w:rsidRPr="00AA14F6" w:rsidRDefault="00AA14F6" w:rsidP="00AA14F6">
            <w:pPr>
              <w:jc w:val="center"/>
              <w:rPr>
                <w:caps/>
                <w:color w:val="000000" w:themeColor="text1"/>
              </w:rPr>
            </w:pPr>
          </w:p>
        </w:tc>
      </w:tr>
      <w:tr w:rsidR="00AA14F6" w:rsidRPr="00AA14F6" w14:paraId="7D622F37" w14:textId="77777777" w:rsidTr="00AA14F6">
        <w:trPr>
          <w:trHeight w:val="510"/>
          <w:jc w:val="center"/>
        </w:trPr>
        <w:tc>
          <w:tcPr>
            <w:tcW w:w="8504" w:type="dxa"/>
            <w:gridSpan w:val="2"/>
            <w:vAlign w:val="center"/>
          </w:tcPr>
          <w:p w14:paraId="208DDCF4" w14:textId="6DF3C5D1" w:rsidR="00AA14F6" w:rsidRPr="00AA14F6" w:rsidRDefault="001E7355" w:rsidP="005C2849">
            <w:pPr>
              <w:jc w:val="center"/>
              <w:rPr>
                <w:b/>
                <w:caps/>
                <w:color w:val="000000" w:themeColor="text1"/>
                <w:sz w:val="30"/>
                <w:szCs w:val="30"/>
              </w:rPr>
            </w:pP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1"/>
                <w:tag w:val="NazevDok"/>
                <w:id w:val="-775011736"/>
                <w:placeholder>
                  <w:docPart w:val="559EA7A0DA43431A975DBCE2164F2B82"/>
                </w:placeholder>
                <w:text/>
              </w:sdtPr>
              <w:sdtEndPr/>
              <w:sdtContent>
                <w:r w:rsidR="00527FAD" w:rsidRPr="00527FAD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>Technická studie „Prověření možnosti realizace</w:t>
                </w:r>
              </w:sdtContent>
            </w:sdt>
            <w:r w:rsidR="00AA14F6" w:rsidRPr="00AA14F6">
              <w:rPr>
                <w:b/>
                <w:caps/>
                <w:color w:val="000000" w:themeColor="text1"/>
                <w:sz w:val="30"/>
                <w:szCs w:val="30"/>
              </w:rPr>
              <w:t xml:space="preserve"> </w:t>
            </w: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2"/>
                <w:tag w:val="NazevDok2_"/>
                <w:id w:val="-395816681"/>
                <w:placeholder>
                  <w:docPart w:val="2FC4A17B2AD045D38B5EE9CF82C2F05C"/>
                </w:placeholder>
                <w:showingPlcHdr/>
                <w:text/>
              </w:sdtPr>
              <w:sdtEndPr/>
              <w:sdtContent>
                <w:r w:rsidR="00B372C9" w:rsidRPr="00AA14F6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 xml:space="preserve"> </w:t>
                </w:r>
              </w:sdtContent>
            </w:sdt>
            <w:r w:rsidR="00AA14F6" w:rsidRPr="00AA14F6">
              <w:rPr>
                <w:b/>
                <w:caps/>
                <w:color w:val="000000" w:themeColor="text1"/>
                <w:sz w:val="30"/>
                <w:szCs w:val="30"/>
              </w:rPr>
              <w:t xml:space="preserve"> </w:t>
            </w: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3"/>
                <w:tag w:val="NazevDok3_"/>
                <w:id w:val="1084189934"/>
                <w:placeholder>
                  <w:docPart w:val="1D6BF25BF108471BA91333DB40DF779E"/>
                </w:placeholder>
                <w:showingPlcHdr/>
                <w:text/>
              </w:sdtPr>
              <w:sdtEndPr/>
              <w:sdtContent>
                <w:r w:rsidR="00B372C9" w:rsidRPr="00AA14F6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 xml:space="preserve"> </w:t>
                </w:r>
              </w:sdtContent>
            </w:sdt>
          </w:p>
        </w:tc>
      </w:tr>
      <w:tr w:rsidR="003B378D" w:rsidRPr="00AA14F6" w14:paraId="168783E5" w14:textId="77777777" w:rsidTr="003B378D">
        <w:trPr>
          <w:trHeight w:val="510"/>
          <w:jc w:val="center"/>
        </w:trPr>
        <w:tc>
          <w:tcPr>
            <w:tcW w:w="8504" w:type="dxa"/>
            <w:gridSpan w:val="2"/>
            <w:vAlign w:val="center"/>
          </w:tcPr>
          <w:p w14:paraId="3ABA421F" w14:textId="477A5125" w:rsidR="003B378D" w:rsidRPr="003B378D" w:rsidRDefault="001E7355" w:rsidP="005C2849">
            <w:pPr>
              <w:jc w:val="center"/>
              <w:rPr>
                <w:caps/>
                <w:color w:val="000000" w:themeColor="text1"/>
                <w:sz w:val="24"/>
                <w:szCs w:val="24"/>
              </w:rPr>
            </w:pP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Doplňující název akce"/>
                <w:tag w:val="PodNazev"/>
                <w:id w:val="-1240555608"/>
                <w:placeholder>
                  <w:docPart w:val="A5B936AC95614DF99BAF057D9EAD8BC6"/>
                </w:placeholder>
                <w:text/>
              </w:sdtPr>
              <w:sdtEndPr/>
              <w:sdtContent>
                <w:sdt>
                  <w:sdtPr>
                    <w:rPr>
                      <w:b/>
                      <w:caps/>
                      <w:color w:val="000000" w:themeColor="text1"/>
                      <w:sz w:val="30"/>
                      <w:szCs w:val="30"/>
                    </w:rPr>
                    <w:alias w:val="Doplňující název akce"/>
                    <w:tag w:val="PodNazev"/>
                    <w:id w:val="650264513"/>
                    <w:placeholder>
                      <w:docPart w:val="8279694FA12D43DA8C497F0DEA6D9F95"/>
                    </w:placeholder>
                    <w:text/>
                  </w:sdtPr>
                  <w:sdtEndPr/>
                  <w:sdtContent>
                    <w:r w:rsidR="00527FAD" w:rsidRPr="00527FAD">
                      <w:rPr>
                        <w:b/>
                        <w:caps/>
                        <w:color w:val="000000" w:themeColor="text1"/>
                        <w:sz w:val="30"/>
                        <w:szCs w:val="30"/>
                      </w:rPr>
                      <w:t>vyhrazeného BUS pruhu na ulici Pisárecká</w:t>
                    </w:r>
                  </w:sdtContent>
                </w:sdt>
              </w:sdtContent>
            </w:sdt>
          </w:p>
        </w:tc>
      </w:tr>
      <w:tr w:rsidR="00FF5336" w:rsidRPr="006B05F3" w14:paraId="6E9C648A" w14:textId="77777777" w:rsidTr="0066347D">
        <w:trPr>
          <w:trHeight w:val="227"/>
          <w:jc w:val="center"/>
        </w:trPr>
        <w:tc>
          <w:tcPr>
            <w:tcW w:w="8504" w:type="dxa"/>
            <w:gridSpan w:val="2"/>
            <w:tcMar>
              <w:top w:w="113" w:type="dxa"/>
              <w:bottom w:w="57" w:type="dxa"/>
              <w:right w:w="113" w:type="dxa"/>
            </w:tcMar>
          </w:tcPr>
          <w:p w14:paraId="67DB997E" w14:textId="77777777" w:rsidR="00FF5336" w:rsidRPr="003B378D" w:rsidRDefault="00FF5336" w:rsidP="00FF5336">
            <w:pPr>
              <w:tabs>
                <w:tab w:val="left" w:pos="648"/>
              </w:tabs>
              <w:jc w:val="center"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3B378D" w:rsidRPr="006B05F3" w14:paraId="72F533AD" w14:textId="77777777" w:rsidTr="00DD3884">
        <w:trPr>
          <w:trHeight w:val="477"/>
          <w:jc w:val="center"/>
        </w:trPr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57" w:type="dxa"/>
              <w:right w:w="113" w:type="dxa"/>
            </w:tcMar>
          </w:tcPr>
          <w:p w14:paraId="00CA064F" w14:textId="77777777" w:rsidR="003B378D" w:rsidRDefault="00DD3884" w:rsidP="0066347D">
            <w:pPr>
              <w:spacing w:after="120"/>
              <w:jc w:val="left"/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  <w:t>Stupeň projektové dokumentace:</w:t>
            </w:r>
          </w:p>
          <w:p w14:paraId="6160C80F" w14:textId="3C2B9665" w:rsidR="003B378D" w:rsidRPr="001C4D2E" w:rsidRDefault="001E7355" w:rsidP="005C2849">
            <w:pPr>
              <w:tabs>
                <w:tab w:val="left" w:pos="648"/>
              </w:tabs>
              <w:jc w:val="left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cs="Arial"/>
                  <w:bCs/>
                  <w:color w:val="000000" w:themeColor="text1"/>
                  <w:sz w:val="22"/>
                  <w:szCs w:val="22"/>
                </w:rPr>
                <w:alias w:val="Stupeň PD"/>
                <w:tag w:val="Stupen"/>
                <w:id w:val="355318287"/>
                <w:placeholder>
                  <w:docPart w:val="E4C204BC23614E86A28111DFC7855B50"/>
                </w:placeholder>
                <w:text/>
              </w:sdtPr>
              <w:sdtEndPr/>
              <w:sdtContent>
                <w:r w:rsidR="00527FAD" w:rsidRPr="00527FA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T</w:t>
                </w:r>
                <w:r w:rsidR="00527FA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echnická studie</w:t>
                </w:r>
              </w:sdtContent>
            </w:sdt>
          </w:p>
        </w:tc>
        <w:tc>
          <w:tcPr>
            <w:tcW w:w="1558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57" w:type="dxa"/>
              <w:right w:w="0" w:type="dxa"/>
            </w:tcMar>
          </w:tcPr>
          <w:p w14:paraId="58E7CC9A" w14:textId="77777777" w:rsidR="003B378D" w:rsidRDefault="003B378D" w:rsidP="00FF5336">
            <w:pPr>
              <w:spacing w:after="120"/>
              <w:jc w:val="right"/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  <w:t>Datum:</w:t>
            </w:r>
          </w:p>
          <w:p w14:paraId="4FA11D7D" w14:textId="3C9F4BE5" w:rsidR="003B378D" w:rsidRPr="003B378D" w:rsidRDefault="001E7355" w:rsidP="005C2849">
            <w:pPr>
              <w:jc w:val="right"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cs="Arial"/>
                  <w:bCs/>
                  <w:color w:val="000000" w:themeColor="text1"/>
                  <w:sz w:val="22"/>
                  <w:szCs w:val="22"/>
                </w:rPr>
                <w:alias w:val="Datum"/>
                <w:tag w:val="DatumCo"/>
                <w:id w:val="872964634"/>
                <w:text/>
              </w:sdtPr>
              <w:sdtEndPr/>
              <w:sdtContent>
                <w:r w:rsidR="00527FA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05</w:t>
                </w:r>
                <w:r w:rsidR="00D12ADE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/202</w:t>
                </w:r>
                <w:r w:rsidR="00527FA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4</w:t>
                </w:r>
              </w:sdtContent>
            </w:sdt>
          </w:p>
        </w:tc>
      </w:tr>
    </w:tbl>
    <w:p w14:paraId="43CC69EF" w14:textId="77777777" w:rsidR="00083CDD" w:rsidRDefault="00083CDD" w:rsidP="00113C96">
      <w:pPr>
        <w:jc w:val="center"/>
        <w:rPr>
          <w:color w:val="000000" w:themeColor="text1"/>
        </w:rPr>
      </w:pPr>
    </w:p>
    <w:p w14:paraId="1408D9DB" w14:textId="77777777" w:rsidR="00113C96" w:rsidRDefault="00113C96" w:rsidP="00113C96">
      <w:pPr>
        <w:jc w:val="center"/>
        <w:rPr>
          <w:color w:val="000000" w:themeColor="text1"/>
        </w:rPr>
      </w:pPr>
    </w:p>
    <w:p w14:paraId="329A6CD8" w14:textId="77777777" w:rsidR="00113C96" w:rsidRDefault="00113C96" w:rsidP="00113C96">
      <w:pPr>
        <w:jc w:val="center"/>
        <w:rPr>
          <w:color w:val="000000" w:themeColor="text1"/>
        </w:rPr>
      </w:pPr>
    </w:p>
    <w:sdt>
      <w:sdtPr>
        <w:rPr>
          <w:noProof/>
        </w:rPr>
        <w:alias w:val="Prostor pro ilustrace"/>
        <w:tag w:val="Prostor pro ilustrace"/>
        <w:id w:val="2044166723"/>
        <w:picture/>
      </w:sdtPr>
      <w:sdtEndPr/>
      <w:sdtContent>
        <w:p w14:paraId="694E5C7A" w14:textId="20C5C42D" w:rsidR="00C5703F" w:rsidRDefault="00527FAD" w:rsidP="00113C96">
          <w:pPr>
            <w:jc w:val="center"/>
            <w:rPr>
              <w:color w:val="000000" w:themeColor="text1"/>
            </w:rPr>
          </w:pPr>
          <w:r w:rsidRPr="00527FAD">
            <w:rPr>
              <w:noProof/>
            </w:rPr>
            <w:drawing>
              <wp:inline distT="0" distB="0" distL="0" distR="0" wp14:anchorId="5E03C178" wp14:editId="22A83F90">
                <wp:extent cx="2760946" cy="3533775"/>
                <wp:effectExtent l="0" t="0" r="1905" b="0"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6311" cy="35406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14:paraId="7E3EB57E" w14:textId="77777777" w:rsidR="00C5703F" w:rsidRDefault="00C5703F" w:rsidP="00113C96">
      <w:pPr>
        <w:jc w:val="center"/>
        <w:rPr>
          <w:color w:val="000000" w:themeColor="text1"/>
        </w:rPr>
      </w:pPr>
    </w:p>
    <w:p w14:paraId="46C5A8AC" w14:textId="77777777" w:rsidR="00837B86" w:rsidRDefault="00837B86" w:rsidP="00113C96">
      <w:pPr>
        <w:jc w:val="center"/>
        <w:rPr>
          <w:color w:val="000000" w:themeColor="text1"/>
        </w:rPr>
      </w:pPr>
    </w:p>
    <w:p w14:paraId="27E498BD" w14:textId="77777777" w:rsidR="00C5703F" w:rsidRPr="00F81B53" w:rsidRDefault="00C5703F" w:rsidP="00113C96">
      <w:pPr>
        <w:jc w:val="center"/>
        <w:rPr>
          <w:color w:val="000000" w:themeColor="text1"/>
        </w:rPr>
      </w:pPr>
    </w:p>
    <w:p w14:paraId="07C464BA" w14:textId="77777777" w:rsidR="00083CDD" w:rsidRPr="00F81B53" w:rsidRDefault="00083CDD">
      <w:pPr>
        <w:rPr>
          <w:color w:val="000000" w:themeColor="text1"/>
        </w:rPr>
        <w:sectPr w:rsidR="00083CDD" w:rsidRPr="00F81B53" w:rsidSect="007E461D">
          <w:headerReference w:type="first" r:id="rId9"/>
          <w:footerReference w:type="first" r:id="rId10"/>
          <w:type w:val="continuous"/>
          <w:pgSz w:w="11906" w:h="16838" w:code="9"/>
          <w:pgMar w:top="1134" w:right="1701" w:bottom="5387" w:left="1701" w:header="709" w:footer="709" w:gutter="0"/>
          <w:cols w:space="708"/>
          <w:titlePg/>
          <w:docGrid w:linePitch="360"/>
        </w:sectPr>
      </w:pPr>
    </w:p>
    <w:p w14:paraId="1458F3C9" w14:textId="77777777" w:rsidR="00E27980" w:rsidRPr="00F81B53" w:rsidRDefault="00E27980" w:rsidP="00E27980">
      <w:pPr>
        <w:rPr>
          <w:color w:val="000000" w:themeColor="text1"/>
          <w:sz w:val="16"/>
          <w:szCs w:val="16"/>
        </w:rPr>
      </w:pPr>
    </w:p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F81B53" w:rsidRPr="00F81B53" w14:paraId="4AEC22B5" w14:textId="77777777" w:rsidTr="00AA14F6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14:paraId="338D330C" w14:textId="77777777" w:rsidR="00532923" w:rsidRPr="00F81B53" w:rsidRDefault="0072059C" w:rsidP="0072059C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>
              <w:rPr>
                <w:bCs/>
                <w:color w:val="000000" w:themeColor="text1"/>
                <w:sz w:val="30"/>
                <w:szCs w:val="30"/>
              </w:rPr>
              <w:t>SEZNAM PŘÍLOH</w:t>
            </w:r>
          </w:p>
        </w:tc>
      </w:tr>
    </w:tbl>
    <w:p w14:paraId="5FFC614E" w14:textId="77777777" w:rsidR="006744BF" w:rsidRPr="00F81B53" w:rsidRDefault="006744BF" w:rsidP="00DD3884"/>
    <w:p w14:paraId="702DC839" w14:textId="77777777" w:rsidR="00F6635F" w:rsidRDefault="00F6635F" w:rsidP="00F6635F">
      <w:pPr>
        <w:tabs>
          <w:tab w:val="right" w:pos="8505"/>
        </w:tabs>
        <w:rPr>
          <w:bCs/>
          <w:color w:val="000000" w:themeColor="text1"/>
        </w:rPr>
      </w:pPr>
    </w:p>
    <w:tbl>
      <w:tblPr>
        <w:tblW w:w="52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7"/>
      </w:tblGrid>
      <w:tr w:rsidR="00527FAD" w:rsidRPr="00E10A68" w14:paraId="3EF0AA51" w14:textId="77777777" w:rsidTr="00527FAD">
        <w:trPr>
          <w:trHeight w:val="397"/>
        </w:trPr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C234" w14:textId="77777777" w:rsidR="00527FAD" w:rsidRDefault="00527FAD" w:rsidP="00C45FFB">
            <w:pPr>
              <w:spacing w:after="24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bookmarkStart w:id="0" w:name="_Toc167240464"/>
            <w:bookmarkStart w:id="1" w:name="_Toc170478967"/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Technická zpráva</w:t>
            </w:r>
          </w:p>
          <w:p w14:paraId="393EF2AD" w14:textId="228AD242" w:rsidR="00527FAD" w:rsidRPr="00E10A68" w:rsidRDefault="00527FAD" w:rsidP="00C860CC">
            <w:pPr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27FAD" w:rsidRPr="00E10A68" w14:paraId="63A38DCD" w14:textId="77777777" w:rsidTr="00527FAD">
        <w:trPr>
          <w:trHeight w:val="397"/>
        </w:trPr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00E5C" w14:textId="7B8FE358" w:rsidR="00527FAD" w:rsidRPr="00C45FFB" w:rsidRDefault="00527FAD" w:rsidP="00C45FFB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C45FFB">
              <w:rPr>
                <w:rFonts w:cs="Arial"/>
              </w:rPr>
              <w:t>1 Realizace BUS pruhu za současného stavu</w:t>
            </w:r>
          </w:p>
        </w:tc>
      </w:tr>
      <w:tr w:rsidR="00527FAD" w:rsidRPr="00E10A68" w14:paraId="0E6F7C4F" w14:textId="77777777" w:rsidTr="00527FAD">
        <w:trPr>
          <w:trHeight w:val="397"/>
        </w:trPr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C90E6" w14:textId="7058AAF9" w:rsidR="00527FAD" w:rsidRPr="00C45FFB" w:rsidRDefault="00527FAD" w:rsidP="00527FAD">
            <w:pPr>
              <w:jc w:val="left"/>
              <w:rPr>
                <w:rFonts w:cs="Arial"/>
                <w:b/>
                <w:bCs/>
                <w:color w:val="000000"/>
              </w:rPr>
            </w:pPr>
            <w:proofErr w:type="gramStart"/>
            <w:r w:rsidRPr="00C45FFB">
              <w:rPr>
                <w:rFonts w:cs="Arial"/>
              </w:rPr>
              <w:t>1a</w:t>
            </w:r>
            <w:proofErr w:type="gramEnd"/>
            <w:r w:rsidRPr="00C45FFB">
              <w:rPr>
                <w:rFonts w:cs="Arial"/>
              </w:rPr>
              <w:t xml:space="preserve"> Stávající stav obalové křivky</w:t>
            </w:r>
          </w:p>
        </w:tc>
      </w:tr>
      <w:tr w:rsidR="00527FAD" w:rsidRPr="00E10A68" w14:paraId="36223634" w14:textId="77777777" w:rsidTr="00527FAD">
        <w:trPr>
          <w:trHeight w:val="397"/>
        </w:trPr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6164C" w14:textId="7364669F" w:rsidR="00527FAD" w:rsidRPr="00C45FFB" w:rsidRDefault="00527FAD" w:rsidP="00527FAD">
            <w:pPr>
              <w:jc w:val="left"/>
              <w:rPr>
                <w:rFonts w:cs="Arial"/>
                <w:color w:val="000000"/>
              </w:rPr>
            </w:pPr>
            <w:r w:rsidRPr="00C45FFB">
              <w:rPr>
                <w:rFonts w:cs="Arial"/>
              </w:rPr>
              <w:t>2 Realizace BUS pruhu s Anthropos</w:t>
            </w:r>
          </w:p>
        </w:tc>
      </w:tr>
      <w:tr w:rsidR="00527FAD" w:rsidRPr="00E10A68" w14:paraId="20354EA8" w14:textId="77777777" w:rsidTr="00527FAD">
        <w:trPr>
          <w:trHeight w:val="397"/>
        </w:trPr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52CD3" w14:textId="40D8C022" w:rsidR="00527FAD" w:rsidRPr="00C45FFB" w:rsidRDefault="00527FAD" w:rsidP="00527FAD">
            <w:pPr>
              <w:jc w:val="left"/>
              <w:rPr>
                <w:rFonts w:cs="Arial"/>
                <w:color w:val="000000"/>
              </w:rPr>
            </w:pPr>
            <w:r w:rsidRPr="00C45FFB">
              <w:rPr>
                <w:rFonts w:cs="Arial"/>
              </w:rPr>
              <w:t>2a Anthropos obalové křivky</w:t>
            </w:r>
          </w:p>
        </w:tc>
      </w:tr>
      <w:tr w:rsidR="00527FAD" w:rsidRPr="00E10A68" w14:paraId="248ABBAB" w14:textId="77777777" w:rsidTr="00527FAD">
        <w:trPr>
          <w:trHeight w:val="397"/>
        </w:trPr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9260BC" w14:textId="4DD25A0C" w:rsidR="00527FAD" w:rsidRPr="00C45FFB" w:rsidRDefault="00527FAD" w:rsidP="00C45FFB">
            <w:pPr>
              <w:jc w:val="left"/>
              <w:rPr>
                <w:rFonts w:cs="Arial"/>
              </w:rPr>
            </w:pPr>
            <w:r w:rsidRPr="00C45FFB">
              <w:rPr>
                <w:rFonts w:cs="Arial"/>
              </w:rPr>
              <w:t>3 Realizace BUS pruhu s</w:t>
            </w:r>
            <w:r w:rsidR="004867C5" w:rsidRPr="00C45FFB">
              <w:rPr>
                <w:rFonts w:cs="Arial"/>
              </w:rPr>
              <w:t> </w:t>
            </w:r>
            <w:r w:rsidRPr="00C45FFB">
              <w:rPr>
                <w:rFonts w:cs="Arial"/>
              </w:rPr>
              <w:t>chodníkem</w:t>
            </w:r>
          </w:p>
          <w:p w14:paraId="632234FD" w14:textId="77777777" w:rsidR="004867C5" w:rsidRPr="00C45FFB" w:rsidRDefault="004867C5" w:rsidP="00C45FFB">
            <w:pPr>
              <w:spacing w:before="240"/>
              <w:jc w:val="left"/>
              <w:rPr>
                <w:rFonts w:cs="Arial"/>
              </w:rPr>
            </w:pPr>
            <w:r w:rsidRPr="00C45FFB">
              <w:rPr>
                <w:rFonts w:cs="Arial"/>
              </w:rPr>
              <w:t>4 Příčné řezy</w:t>
            </w:r>
          </w:p>
          <w:p w14:paraId="6DE92704" w14:textId="414F6F91" w:rsidR="004867C5" w:rsidRPr="00C45FFB" w:rsidRDefault="004867C5" w:rsidP="00C45FFB">
            <w:pPr>
              <w:spacing w:before="240"/>
              <w:jc w:val="left"/>
              <w:rPr>
                <w:rFonts w:cs="Arial"/>
                <w:color w:val="000000"/>
              </w:rPr>
            </w:pPr>
            <w:r w:rsidRPr="00C45FFB">
              <w:rPr>
                <w:rFonts w:cs="Arial"/>
                <w:color w:val="000000"/>
              </w:rPr>
              <w:t>5 Majetkoprávní vztahy</w:t>
            </w:r>
          </w:p>
        </w:tc>
      </w:tr>
      <w:tr w:rsidR="00527FAD" w:rsidRPr="00E10A68" w14:paraId="4F7F2497" w14:textId="77777777" w:rsidTr="00527FAD">
        <w:trPr>
          <w:trHeight w:val="397"/>
        </w:trPr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239C5" w14:textId="57E7EE61" w:rsidR="00527FAD" w:rsidRPr="00C45FFB" w:rsidRDefault="004867C5" w:rsidP="00C45FFB">
            <w:pPr>
              <w:spacing w:before="240"/>
              <w:jc w:val="left"/>
              <w:rPr>
                <w:rFonts w:cs="Arial"/>
                <w:color w:val="000000"/>
              </w:rPr>
            </w:pPr>
            <w:r w:rsidRPr="00C45FFB">
              <w:rPr>
                <w:rFonts w:cs="Arial"/>
              </w:rPr>
              <w:t>6</w:t>
            </w:r>
            <w:r w:rsidR="00527FAD" w:rsidRPr="00C45FFB">
              <w:rPr>
                <w:rFonts w:cs="Arial"/>
              </w:rPr>
              <w:t xml:space="preserve"> Výrobní výbory</w:t>
            </w:r>
          </w:p>
        </w:tc>
      </w:tr>
      <w:tr w:rsidR="00527FAD" w:rsidRPr="00E10A68" w14:paraId="2D618DD4" w14:textId="77777777" w:rsidTr="00527FAD">
        <w:trPr>
          <w:trHeight w:val="397"/>
        </w:trPr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C6D14" w14:textId="0039FE13" w:rsidR="00527FAD" w:rsidRPr="008B4707" w:rsidRDefault="00527FAD" w:rsidP="00527FAD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bookmarkEnd w:id="0"/>
      <w:bookmarkEnd w:id="1"/>
    </w:tbl>
    <w:p w14:paraId="2276CBA7" w14:textId="47CE1975" w:rsidR="008B4707" w:rsidRPr="008B4707" w:rsidRDefault="008B4707" w:rsidP="008B4707">
      <w:pPr>
        <w:jc w:val="left"/>
        <w:rPr>
          <w:rFonts w:ascii="Calibri" w:hAnsi="Calibri"/>
          <w:b/>
          <w:bCs/>
          <w:color w:val="000000"/>
          <w:sz w:val="24"/>
          <w:szCs w:val="24"/>
        </w:rPr>
      </w:pPr>
    </w:p>
    <w:sectPr w:rsidR="008B4707" w:rsidRPr="008B4707" w:rsidSect="007205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1833E" w14:textId="77777777" w:rsidR="00617AAF" w:rsidRDefault="00617AAF" w:rsidP="00207A11">
      <w:r>
        <w:separator/>
      </w:r>
    </w:p>
  </w:endnote>
  <w:endnote w:type="continuationSeparator" w:id="0">
    <w:p w14:paraId="3496BED4" w14:textId="77777777" w:rsidR="00617AAF" w:rsidRDefault="00617AAF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4"/>
      <w:gridCol w:w="2835"/>
      <w:gridCol w:w="2835"/>
    </w:tblGrid>
    <w:tr w:rsidR="00130FFB" w:rsidRPr="00AA14F6" w14:paraId="4A6509AE" w14:textId="77777777" w:rsidTr="00FE031B">
      <w:trPr>
        <w:trHeight w:val="2098"/>
        <w:jc w:val="center"/>
      </w:trPr>
      <w:tc>
        <w:tcPr>
          <w:tcW w:w="8504" w:type="dxa"/>
          <w:gridSpan w:val="3"/>
          <w:tcBorders>
            <w:top w:val="single" w:sz="4" w:space="0" w:color="auto"/>
          </w:tcBorders>
          <w:tcMar>
            <w:top w:w="113" w:type="dxa"/>
          </w:tcMar>
        </w:tcPr>
        <w:p w14:paraId="232767F2" w14:textId="29233B60" w:rsidR="00130FFB" w:rsidRDefault="001E7355" w:rsidP="00FE031B">
          <w:pPr>
            <w:jc w:val="center"/>
            <w:rPr>
              <w:bCs/>
              <w:caps/>
              <w:color w:val="000000" w:themeColor="text1"/>
              <w:sz w:val="24"/>
              <w:szCs w:val="24"/>
            </w:rPr>
          </w:pPr>
          <w:sdt>
            <w:sdtPr>
              <w:rPr>
                <w:bCs/>
                <w:caps/>
                <w:color w:val="000000" w:themeColor="text1"/>
                <w:sz w:val="24"/>
                <w:szCs w:val="24"/>
              </w:rPr>
              <w:alias w:val="Objednatel (investor)"/>
              <w:tag w:val="OFirma"/>
              <w:id w:val="185799262"/>
              <w:text/>
            </w:sdtPr>
            <w:sdtEndPr/>
            <w:sdtContent>
              <w:r w:rsidR="00B372C9">
                <w:rPr>
                  <w:bCs/>
                  <w:caps/>
                  <w:color w:val="000000" w:themeColor="text1"/>
                  <w:sz w:val="24"/>
                  <w:szCs w:val="24"/>
                </w:rPr>
                <w:t xml:space="preserve">Statutární město </w:t>
              </w:r>
              <w:r w:rsidR="00527FAD">
                <w:rPr>
                  <w:bCs/>
                  <w:caps/>
                  <w:color w:val="000000" w:themeColor="text1"/>
                  <w:sz w:val="24"/>
                  <w:szCs w:val="24"/>
                </w:rPr>
                <w:t>Brno</w:t>
              </w:r>
            </w:sdtContent>
          </w:sdt>
        </w:p>
        <w:sdt>
          <w:sdtPr>
            <w:rPr>
              <w:noProof/>
            </w:rPr>
            <w:alias w:val="Prostor pro identifikaci objednatele nebo jiné bližší určení"/>
            <w:id w:val="2049027254"/>
            <w:picture/>
          </w:sdtPr>
          <w:sdtEndPr/>
          <w:sdtContent>
            <w:p w14:paraId="39CB616B" w14:textId="75225726" w:rsidR="00130FFB" w:rsidRPr="00C5703F" w:rsidRDefault="00527FAD" w:rsidP="00FE031B">
              <w:pPr>
                <w:jc w:val="center"/>
                <w:rPr>
                  <w:caps/>
                  <w:color w:val="000000" w:themeColor="text1"/>
                  <w:sz w:val="24"/>
                  <w:szCs w:val="24"/>
                </w:rPr>
              </w:pPr>
              <w:r w:rsidRPr="00527FAD">
                <w:rPr>
                  <w:noProof/>
                </w:rPr>
                <w:drawing>
                  <wp:inline distT="0" distB="0" distL="0" distR="0" wp14:anchorId="41764823" wp14:editId="71BA3FF4">
                    <wp:extent cx="3543300" cy="1343025"/>
                    <wp:effectExtent l="0" t="0" r="0" b="9525"/>
                    <wp:docPr id="1" name="Obráze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43300" cy="1343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</w:tr>
    <w:tr w:rsidR="00130FFB" w:rsidRPr="00AA14F6" w14:paraId="51AE15F3" w14:textId="77777777" w:rsidTr="00FE031B">
      <w:trPr>
        <w:trHeight w:val="851"/>
        <w:jc w:val="center"/>
      </w:trPr>
      <w:tc>
        <w:tcPr>
          <w:tcW w:w="2834" w:type="dxa"/>
          <w:tcMar>
            <w:left w:w="113" w:type="dxa"/>
            <w:bottom w:w="113" w:type="dxa"/>
          </w:tcMar>
          <w:vAlign w:val="bottom"/>
        </w:tcPr>
        <w:p w14:paraId="213140D0" w14:textId="77777777" w:rsidR="00130FFB" w:rsidRPr="0037186F" w:rsidRDefault="00130FFB" w:rsidP="00FE031B">
          <w:pPr>
            <w:jc w:val="center"/>
            <w:rPr>
              <w:color w:val="000000" w:themeColor="text1"/>
              <w:sz w:val="12"/>
            </w:rPr>
          </w:pPr>
        </w:p>
      </w:tc>
      <w:tc>
        <w:tcPr>
          <w:tcW w:w="2835" w:type="dxa"/>
          <w:tcMar>
            <w:left w:w="113" w:type="dxa"/>
            <w:bottom w:w="113" w:type="dxa"/>
          </w:tcMar>
          <w:vAlign w:val="bottom"/>
        </w:tcPr>
        <w:p w14:paraId="799034EA" w14:textId="77777777" w:rsidR="00130FFB" w:rsidRPr="00C5703F" w:rsidRDefault="00130FFB" w:rsidP="00FE031B">
          <w:pPr>
            <w:jc w:val="center"/>
            <w:rPr>
              <w:b/>
              <w:color w:val="000000" w:themeColor="text1"/>
              <w:sz w:val="12"/>
            </w:rPr>
          </w:pPr>
          <w:r>
            <w:rPr>
              <w:noProof/>
              <w:color w:val="000000" w:themeColor="text1"/>
            </w:rPr>
            <mc:AlternateContent>
              <mc:Choice Requires="wpc">
                <w:drawing>
                  <wp:inline distT="0" distB="0" distL="0" distR="0" wp14:anchorId="5BEACC14" wp14:editId="59A3F9C0">
                    <wp:extent cx="1080135" cy="314960"/>
                    <wp:effectExtent l="0" t="0" r="5715" b="8890"/>
                    <wp:docPr id="247" name="Plátno 24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235" name="Freeform 2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801326" y="42128"/>
                                <a:ext cx="278809" cy="271829"/>
                              </a:xfrm>
                              <a:custGeom>
                                <a:avLst/>
                                <a:gdLst>
                                  <a:gd name="T0" fmla="*/ 444 w 556"/>
                                  <a:gd name="T1" fmla="*/ 423 h 543"/>
                                  <a:gd name="T2" fmla="*/ 444 w 556"/>
                                  <a:gd name="T3" fmla="*/ 477 h 543"/>
                                  <a:gd name="T4" fmla="*/ 112 w 556"/>
                                  <a:gd name="T5" fmla="*/ 477 h 543"/>
                                  <a:gd name="T6" fmla="*/ 112 w 556"/>
                                  <a:gd name="T7" fmla="*/ 423 h 543"/>
                                  <a:gd name="T8" fmla="*/ 276 w 556"/>
                                  <a:gd name="T9" fmla="*/ 256 h 543"/>
                                  <a:gd name="T10" fmla="*/ 444 w 556"/>
                                  <a:gd name="T11" fmla="*/ 423 h 543"/>
                                  <a:gd name="T12" fmla="*/ 556 w 556"/>
                                  <a:gd name="T13" fmla="*/ 181 h 543"/>
                                  <a:gd name="T14" fmla="*/ 353 w 556"/>
                                  <a:gd name="T15" fmla="*/ 181 h 543"/>
                                  <a:gd name="T16" fmla="*/ 485 w 556"/>
                                  <a:gd name="T17" fmla="*/ 49 h 543"/>
                                  <a:gd name="T18" fmla="*/ 436 w 556"/>
                                  <a:gd name="T19" fmla="*/ 4 h 543"/>
                                  <a:gd name="T20" fmla="*/ 276 w 556"/>
                                  <a:gd name="T21" fmla="*/ 165 h 543"/>
                                  <a:gd name="T22" fmla="*/ 114 w 556"/>
                                  <a:gd name="T23" fmla="*/ 0 h 543"/>
                                  <a:gd name="T24" fmla="*/ 69 w 556"/>
                                  <a:gd name="T25" fmla="*/ 47 h 543"/>
                                  <a:gd name="T26" fmla="*/ 201 w 556"/>
                                  <a:gd name="T27" fmla="*/ 181 h 543"/>
                                  <a:gd name="T28" fmla="*/ 0 w 556"/>
                                  <a:gd name="T29" fmla="*/ 181 h 543"/>
                                  <a:gd name="T30" fmla="*/ 0 w 556"/>
                                  <a:gd name="T31" fmla="*/ 243 h 543"/>
                                  <a:gd name="T32" fmla="*/ 201 w 556"/>
                                  <a:gd name="T33" fmla="*/ 243 h 543"/>
                                  <a:gd name="T34" fmla="*/ 46 w 556"/>
                                  <a:gd name="T35" fmla="*/ 396 h 543"/>
                                  <a:gd name="T36" fmla="*/ 46 w 556"/>
                                  <a:gd name="T37" fmla="*/ 543 h 543"/>
                                  <a:gd name="T38" fmla="*/ 508 w 556"/>
                                  <a:gd name="T39" fmla="*/ 543 h 543"/>
                                  <a:gd name="T40" fmla="*/ 508 w 556"/>
                                  <a:gd name="T41" fmla="*/ 396 h 543"/>
                                  <a:gd name="T42" fmla="*/ 353 w 556"/>
                                  <a:gd name="T43" fmla="*/ 243 h 543"/>
                                  <a:gd name="T44" fmla="*/ 556 w 556"/>
                                  <a:gd name="T45" fmla="*/ 243 h 543"/>
                                  <a:gd name="T46" fmla="*/ 556 w 556"/>
                                  <a:gd name="T47" fmla="*/ 181 h 5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556" h="543">
                                    <a:moveTo>
                                      <a:pt x="444" y="423"/>
                                    </a:moveTo>
                                    <a:lnTo>
                                      <a:pt x="444" y="477"/>
                                    </a:lnTo>
                                    <a:lnTo>
                                      <a:pt x="112" y="477"/>
                                    </a:lnTo>
                                    <a:lnTo>
                                      <a:pt x="112" y="423"/>
                                    </a:lnTo>
                                    <a:lnTo>
                                      <a:pt x="276" y="256"/>
                                    </a:lnTo>
                                    <a:lnTo>
                                      <a:pt x="444" y="423"/>
                                    </a:lnTo>
                                    <a:close/>
                                    <a:moveTo>
                                      <a:pt x="556" y="181"/>
                                    </a:moveTo>
                                    <a:lnTo>
                                      <a:pt x="353" y="181"/>
                                    </a:lnTo>
                                    <a:lnTo>
                                      <a:pt x="485" y="49"/>
                                    </a:lnTo>
                                    <a:lnTo>
                                      <a:pt x="436" y="4"/>
                                    </a:lnTo>
                                    <a:lnTo>
                                      <a:pt x="276" y="165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69" y="47"/>
                                    </a:lnTo>
                                    <a:lnTo>
                                      <a:pt x="201" y="181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0" y="243"/>
                                    </a:lnTo>
                                    <a:lnTo>
                                      <a:pt x="201" y="243"/>
                                    </a:lnTo>
                                    <a:lnTo>
                                      <a:pt x="46" y="396"/>
                                    </a:lnTo>
                                    <a:lnTo>
                                      <a:pt x="46" y="543"/>
                                    </a:lnTo>
                                    <a:lnTo>
                                      <a:pt x="508" y="543"/>
                                    </a:lnTo>
                                    <a:lnTo>
                                      <a:pt x="508" y="396"/>
                                    </a:lnTo>
                                    <a:lnTo>
                                      <a:pt x="353" y="243"/>
                                    </a:lnTo>
                                    <a:lnTo>
                                      <a:pt x="556" y="243"/>
                                    </a:lnTo>
                                    <a:lnTo>
                                      <a:pt x="556" y="1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6" name="Freeform 211"/>
                            <wps:cNvSpPr>
                              <a:spLocks/>
                            </wps:cNvSpPr>
                            <wps:spPr bwMode="auto">
                              <a:xfrm>
                                <a:off x="907634" y="0"/>
                                <a:ext cx="66192" cy="66202"/>
                              </a:xfrm>
                              <a:custGeom>
                                <a:avLst/>
                                <a:gdLst>
                                  <a:gd name="T0" fmla="*/ 131 w 131"/>
                                  <a:gd name="T1" fmla="*/ 66 h 132"/>
                                  <a:gd name="T2" fmla="*/ 131 w 131"/>
                                  <a:gd name="T3" fmla="*/ 66 h 132"/>
                                  <a:gd name="T4" fmla="*/ 130 w 131"/>
                                  <a:gd name="T5" fmla="*/ 79 h 132"/>
                                  <a:gd name="T6" fmla="*/ 126 w 131"/>
                                  <a:gd name="T7" fmla="*/ 93 h 132"/>
                                  <a:gd name="T8" fmla="*/ 120 w 131"/>
                                  <a:gd name="T9" fmla="*/ 103 h 132"/>
                                  <a:gd name="T10" fmla="*/ 112 w 131"/>
                                  <a:gd name="T11" fmla="*/ 112 h 132"/>
                                  <a:gd name="T12" fmla="*/ 103 w 131"/>
                                  <a:gd name="T13" fmla="*/ 120 h 132"/>
                                  <a:gd name="T14" fmla="*/ 91 w 131"/>
                                  <a:gd name="T15" fmla="*/ 128 h 132"/>
                                  <a:gd name="T16" fmla="*/ 79 w 131"/>
                                  <a:gd name="T17" fmla="*/ 132 h 132"/>
                                  <a:gd name="T18" fmla="*/ 66 w 131"/>
                                  <a:gd name="T19" fmla="*/ 132 h 132"/>
                                  <a:gd name="T20" fmla="*/ 66 w 131"/>
                                  <a:gd name="T21" fmla="*/ 132 h 132"/>
                                  <a:gd name="T22" fmla="*/ 52 w 131"/>
                                  <a:gd name="T23" fmla="*/ 132 h 132"/>
                                  <a:gd name="T24" fmla="*/ 41 w 131"/>
                                  <a:gd name="T25" fmla="*/ 128 h 132"/>
                                  <a:gd name="T26" fmla="*/ 29 w 131"/>
                                  <a:gd name="T27" fmla="*/ 120 h 132"/>
                                  <a:gd name="T28" fmla="*/ 19 w 131"/>
                                  <a:gd name="T29" fmla="*/ 112 h 132"/>
                                  <a:gd name="T30" fmla="*/ 12 w 131"/>
                                  <a:gd name="T31" fmla="*/ 103 h 132"/>
                                  <a:gd name="T32" fmla="*/ 6 w 131"/>
                                  <a:gd name="T33" fmla="*/ 93 h 132"/>
                                  <a:gd name="T34" fmla="*/ 2 w 131"/>
                                  <a:gd name="T35" fmla="*/ 79 h 132"/>
                                  <a:gd name="T36" fmla="*/ 0 w 131"/>
                                  <a:gd name="T37" fmla="*/ 66 h 132"/>
                                  <a:gd name="T38" fmla="*/ 0 w 131"/>
                                  <a:gd name="T39" fmla="*/ 66 h 132"/>
                                  <a:gd name="T40" fmla="*/ 2 w 131"/>
                                  <a:gd name="T41" fmla="*/ 52 h 132"/>
                                  <a:gd name="T42" fmla="*/ 6 w 131"/>
                                  <a:gd name="T43" fmla="*/ 41 h 132"/>
                                  <a:gd name="T44" fmla="*/ 12 w 131"/>
                                  <a:gd name="T45" fmla="*/ 29 h 132"/>
                                  <a:gd name="T46" fmla="*/ 19 w 131"/>
                                  <a:gd name="T47" fmla="*/ 19 h 132"/>
                                  <a:gd name="T48" fmla="*/ 29 w 131"/>
                                  <a:gd name="T49" fmla="*/ 12 h 132"/>
                                  <a:gd name="T50" fmla="*/ 41 w 131"/>
                                  <a:gd name="T51" fmla="*/ 6 h 132"/>
                                  <a:gd name="T52" fmla="*/ 52 w 131"/>
                                  <a:gd name="T53" fmla="*/ 2 h 132"/>
                                  <a:gd name="T54" fmla="*/ 66 w 131"/>
                                  <a:gd name="T55" fmla="*/ 0 h 132"/>
                                  <a:gd name="T56" fmla="*/ 66 w 131"/>
                                  <a:gd name="T57" fmla="*/ 0 h 132"/>
                                  <a:gd name="T58" fmla="*/ 79 w 131"/>
                                  <a:gd name="T59" fmla="*/ 2 h 132"/>
                                  <a:gd name="T60" fmla="*/ 91 w 131"/>
                                  <a:gd name="T61" fmla="*/ 6 h 132"/>
                                  <a:gd name="T62" fmla="*/ 103 w 131"/>
                                  <a:gd name="T63" fmla="*/ 12 h 132"/>
                                  <a:gd name="T64" fmla="*/ 112 w 131"/>
                                  <a:gd name="T65" fmla="*/ 19 h 132"/>
                                  <a:gd name="T66" fmla="*/ 120 w 131"/>
                                  <a:gd name="T67" fmla="*/ 29 h 132"/>
                                  <a:gd name="T68" fmla="*/ 126 w 131"/>
                                  <a:gd name="T69" fmla="*/ 41 h 132"/>
                                  <a:gd name="T70" fmla="*/ 130 w 131"/>
                                  <a:gd name="T71" fmla="*/ 52 h 132"/>
                                  <a:gd name="T72" fmla="*/ 131 w 131"/>
                                  <a:gd name="T73" fmla="*/ 66 h 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31" h="132">
                                    <a:moveTo>
                                      <a:pt x="131" y="66"/>
                                    </a:moveTo>
                                    <a:lnTo>
                                      <a:pt x="131" y="66"/>
                                    </a:lnTo>
                                    <a:lnTo>
                                      <a:pt x="130" y="79"/>
                                    </a:lnTo>
                                    <a:lnTo>
                                      <a:pt x="126" y="93"/>
                                    </a:lnTo>
                                    <a:lnTo>
                                      <a:pt x="120" y="103"/>
                                    </a:lnTo>
                                    <a:lnTo>
                                      <a:pt x="112" y="112"/>
                                    </a:lnTo>
                                    <a:lnTo>
                                      <a:pt x="103" y="120"/>
                                    </a:lnTo>
                                    <a:lnTo>
                                      <a:pt x="91" y="128"/>
                                    </a:lnTo>
                                    <a:lnTo>
                                      <a:pt x="79" y="132"/>
                                    </a:lnTo>
                                    <a:lnTo>
                                      <a:pt x="66" y="132"/>
                                    </a:lnTo>
                                    <a:lnTo>
                                      <a:pt x="52" y="132"/>
                                    </a:lnTo>
                                    <a:lnTo>
                                      <a:pt x="41" y="128"/>
                                    </a:lnTo>
                                    <a:lnTo>
                                      <a:pt x="29" y="120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6" y="93"/>
                                    </a:lnTo>
                                    <a:lnTo>
                                      <a:pt x="2" y="79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" y="52"/>
                                    </a:lnTo>
                                    <a:lnTo>
                                      <a:pt x="6" y="41"/>
                                    </a:lnTo>
                                    <a:lnTo>
                                      <a:pt x="12" y="2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29" y="12"/>
                                    </a:lnTo>
                                    <a:lnTo>
                                      <a:pt x="41" y="6"/>
                                    </a:lnTo>
                                    <a:lnTo>
                                      <a:pt x="52" y="2"/>
                                    </a:lnTo>
                                    <a:lnTo>
                                      <a:pt x="66" y="0"/>
                                    </a:lnTo>
                                    <a:lnTo>
                                      <a:pt x="79" y="2"/>
                                    </a:lnTo>
                                    <a:lnTo>
                                      <a:pt x="91" y="6"/>
                                    </a:lnTo>
                                    <a:lnTo>
                                      <a:pt x="103" y="12"/>
                                    </a:lnTo>
                                    <a:lnTo>
                                      <a:pt x="112" y="19"/>
                                    </a:lnTo>
                                    <a:lnTo>
                                      <a:pt x="120" y="29"/>
                                    </a:lnTo>
                                    <a:lnTo>
                                      <a:pt x="126" y="41"/>
                                    </a:lnTo>
                                    <a:lnTo>
                                      <a:pt x="130" y="52"/>
                                    </a:lnTo>
                                    <a:lnTo>
                                      <a:pt x="131" y="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002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7" name="Freeform 212"/>
                            <wps:cNvSpPr>
                              <a:spLocks/>
                            </wps:cNvSpPr>
                            <wps:spPr bwMode="auto">
                              <a:xfrm>
                                <a:off x="907634" y="0"/>
                                <a:ext cx="66192" cy="66202"/>
                              </a:xfrm>
                              <a:custGeom>
                                <a:avLst/>
                                <a:gdLst>
                                  <a:gd name="T0" fmla="*/ 131 w 131"/>
                                  <a:gd name="T1" fmla="*/ 66 h 132"/>
                                  <a:gd name="T2" fmla="*/ 131 w 131"/>
                                  <a:gd name="T3" fmla="*/ 66 h 132"/>
                                  <a:gd name="T4" fmla="*/ 130 w 131"/>
                                  <a:gd name="T5" fmla="*/ 79 h 132"/>
                                  <a:gd name="T6" fmla="*/ 126 w 131"/>
                                  <a:gd name="T7" fmla="*/ 93 h 132"/>
                                  <a:gd name="T8" fmla="*/ 120 w 131"/>
                                  <a:gd name="T9" fmla="*/ 103 h 132"/>
                                  <a:gd name="T10" fmla="*/ 112 w 131"/>
                                  <a:gd name="T11" fmla="*/ 112 h 132"/>
                                  <a:gd name="T12" fmla="*/ 103 w 131"/>
                                  <a:gd name="T13" fmla="*/ 120 h 132"/>
                                  <a:gd name="T14" fmla="*/ 91 w 131"/>
                                  <a:gd name="T15" fmla="*/ 128 h 132"/>
                                  <a:gd name="T16" fmla="*/ 79 w 131"/>
                                  <a:gd name="T17" fmla="*/ 132 h 132"/>
                                  <a:gd name="T18" fmla="*/ 66 w 131"/>
                                  <a:gd name="T19" fmla="*/ 132 h 132"/>
                                  <a:gd name="T20" fmla="*/ 66 w 131"/>
                                  <a:gd name="T21" fmla="*/ 132 h 132"/>
                                  <a:gd name="T22" fmla="*/ 52 w 131"/>
                                  <a:gd name="T23" fmla="*/ 132 h 132"/>
                                  <a:gd name="T24" fmla="*/ 41 w 131"/>
                                  <a:gd name="T25" fmla="*/ 128 h 132"/>
                                  <a:gd name="T26" fmla="*/ 29 w 131"/>
                                  <a:gd name="T27" fmla="*/ 120 h 132"/>
                                  <a:gd name="T28" fmla="*/ 19 w 131"/>
                                  <a:gd name="T29" fmla="*/ 112 h 132"/>
                                  <a:gd name="T30" fmla="*/ 12 w 131"/>
                                  <a:gd name="T31" fmla="*/ 103 h 132"/>
                                  <a:gd name="T32" fmla="*/ 6 w 131"/>
                                  <a:gd name="T33" fmla="*/ 93 h 132"/>
                                  <a:gd name="T34" fmla="*/ 2 w 131"/>
                                  <a:gd name="T35" fmla="*/ 79 h 132"/>
                                  <a:gd name="T36" fmla="*/ 0 w 131"/>
                                  <a:gd name="T37" fmla="*/ 66 h 132"/>
                                  <a:gd name="T38" fmla="*/ 0 w 131"/>
                                  <a:gd name="T39" fmla="*/ 66 h 132"/>
                                  <a:gd name="T40" fmla="*/ 2 w 131"/>
                                  <a:gd name="T41" fmla="*/ 52 h 132"/>
                                  <a:gd name="T42" fmla="*/ 6 w 131"/>
                                  <a:gd name="T43" fmla="*/ 41 h 132"/>
                                  <a:gd name="T44" fmla="*/ 12 w 131"/>
                                  <a:gd name="T45" fmla="*/ 29 h 132"/>
                                  <a:gd name="T46" fmla="*/ 19 w 131"/>
                                  <a:gd name="T47" fmla="*/ 19 h 132"/>
                                  <a:gd name="T48" fmla="*/ 29 w 131"/>
                                  <a:gd name="T49" fmla="*/ 12 h 132"/>
                                  <a:gd name="T50" fmla="*/ 41 w 131"/>
                                  <a:gd name="T51" fmla="*/ 6 h 132"/>
                                  <a:gd name="T52" fmla="*/ 52 w 131"/>
                                  <a:gd name="T53" fmla="*/ 2 h 132"/>
                                  <a:gd name="T54" fmla="*/ 66 w 131"/>
                                  <a:gd name="T55" fmla="*/ 0 h 132"/>
                                  <a:gd name="T56" fmla="*/ 66 w 131"/>
                                  <a:gd name="T57" fmla="*/ 0 h 132"/>
                                  <a:gd name="T58" fmla="*/ 79 w 131"/>
                                  <a:gd name="T59" fmla="*/ 2 h 132"/>
                                  <a:gd name="T60" fmla="*/ 91 w 131"/>
                                  <a:gd name="T61" fmla="*/ 6 h 132"/>
                                  <a:gd name="T62" fmla="*/ 103 w 131"/>
                                  <a:gd name="T63" fmla="*/ 12 h 132"/>
                                  <a:gd name="T64" fmla="*/ 112 w 131"/>
                                  <a:gd name="T65" fmla="*/ 19 h 132"/>
                                  <a:gd name="T66" fmla="*/ 120 w 131"/>
                                  <a:gd name="T67" fmla="*/ 29 h 132"/>
                                  <a:gd name="T68" fmla="*/ 126 w 131"/>
                                  <a:gd name="T69" fmla="*/ 41 h 132"/>
                                  <a:gd name="T70" fmla="*/ 130 w 131"/>
                                  <a:gd name="T71" fmla="*/ 52 h 132"/>
                                  <a:gd name="T72" fmla="*/ 131 w 131"/>
                                  <a:gd name="T73" fmla="*/ 66 h 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31" h="132">
                                    <a:moveTo>
                                      <a:pt x="131" y="66"/>
                                    </a:moveTo>
                                    <a:lnTo>
                                      <a:pt x="131" y="66"/>
                                    </a:lnTo>
                                    <a:lnTo>
                                      <a:pt x="130" y="79"/>
                                    </a:lnTo>
                                    <a:lnTo>
                                      <a:pt x="126" y="93"/>
                                    </a:lnTo>
                                    <a:lnTo>
                                      <a:pt x="120" y="103"/>
                                    </a:lnTo>
                                    <a:lnTo>
                                      <a:pt x="112" y="112"/>
                                    </a:lnTo>
                                    <a:lnTo>
                                      <a:pt x="103" y="120"/>
                                    </a:lnTo>
                                    <a:lnTo>
                                      <a:pt x="91" y="128"/>
                                    </a:lnTo>
                                    <a:lnTo>
                                      <a:pt x="79" y="132"/>
                                    </a:lnTo>
                                    <a:lnTo>
                                      <a:pt x="66" y="132"/>
                                    </a:lnTo>
                                    <a:lnTo>
                                      <a:pt x="52" y="132"/>
                                    </a:lnTo>
                                    <a:lnTo>
                                      <a:pt x="41" y="128"/>
                                    </a:lnTo>
                                    <a:lnTo>
                                      <a:pt x="29" y="120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6" y="93"/>
                                    </a:lnTo>
                                    <a:lnTo>
                                      <a:pt x="2" y="79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" y="52"/>
                                    </a:lnTo>
                                    <a:lnTo>
                                      <a:pt x="6" y="41"/>
                                    </a:lnTo>
                                    <a:lnTo>
                                      <a:pt x="12" y="2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29" y="12"/>
                                    </a:lnTo>
                                    <a:lnTo>
                                      <a:pt x="41" y="6"/>
                                    </a:lnTo>
                                    <a:lnTo>
                                      <a:pt x="52" y="2"/>
                                    </a:lnTo>
                                    <a:lnTo>
                                      <a:pt x="66" y="0"/>
                                    </a:lnTo>
                                    <a:lnTo>
                                      <a:pt x="79" y="2"/>
                                    </a:lnTo>
                                    <a:lnTo>
                                      <a:pt x="91" y="6"/>
                                    </a:lnTo>
                                    <a:lnTo>
                                      <a:pt x="103" y="12"/>
                                    </a:lnTo>
                                    <a:lnTo>
                                      <a:pt x="112" y="19"/>
                                    </a:lnTo>
                                    <a:lnTo>
                                      <a:pt x="120" y="29"/>
                                    </a:lnTo>
                                    <a:lnTo>
                                      <a:pt x="126" y="41"/>
                                    </a:lnTo>
                                    <a:lnTo>
                                      <a:pt x="130" y="52"/>
                                    </a:lnTo>
                                    <a:lnTo>
                                      <a:pt x="131" y="66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" name="Freeform 21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01747" y="178544"/>
                                <a:ext cx="133387" cy="136416"/>
                              </a:xfrm>
                              <a:custGeom>
                                <a:avLst/>
                                <a:gdLst>
                                  <a:gd name="T0" fmla="*/ 133 w 266"/>
                                  <a:gd name="T1" fmla="*/ 0 h 271"/>
                                  <a:gd name="T2" fmla="*/ 162 w 266"/>
                                  <a:gd name="T3" fmla="*/ 2 h 271"/>
                                  <a:gd name="T4" fmla="*/ 189 w 266"/>
                                  <a:gd name="T5" fmla="*/ 7 h 271"/>
                                  <a:gd name="T6" fmla="*/ 212 w 266"/>
                                  <a:gd name="T7" fmla="*/ 19 h 271"/>
                                  <a:gd name="T8" fmla="*/ 231 w 266"/>
                                  <a:gd name="T9" fmla="*/ 35 h 271"/>
                                  <a:gd name="T10" fmla="*/ 247 w 266"/>
                                  <a:gd name="T11" fmla="*/ 54 h 271"/>
                                  <a:gd name="T12" fmla="*/ 257 w 266"/>
                                  <a:gd name="T13" fmla="*/ 77 h 271"/>
                                  <a:gd name="T14" fmla="*/ 262 w 266"/>
                                  <a:gd name="T15" fmla="*/ 104 h 271"/>
                                  <a:gd name="T16" fmla="*/ 266 w 266"/>
                                  <a:gd name="T17" fmla="*/ 135 h 271"/>
                                  <a:gd name="T18" fmla="*/ 260 w 266"/>
                                  <a:gd name="T19" fmla="*/ 180 h 271"/>
                                  <a:gd name="T20" fmla="*/ 253 w 266"/>
                                  <a:gd name="T21" fmla="*/ 205 h 271"/>
                                  <a:gd name="T22" fmla="*/ 239 w 266"/>
                                  <a:gd name="T23" fmla="*/ 226 h 271"/>
                                  <a:gd name="T24" fmla="*/ 222 w 266"/>
                                  <a:gd name="T25" fmla="*/ 244 h 271"/>
                                  <a:gd name="T26" fmla="*/ 203 w 266"/>
                                  <a:gd name="T27" fmla="*/ 257 h 271"/>
                                  <a:gd name="T28" fmla="*/ 177 w 266"/>
                                  <a:gd name="T29" fmla="*/ 267 h 271"/>
                                  <a:gd name="T30" fmla="*/ 148 w 266"/>
                                  <a:gd name="T31" fmla="*/ 271 h 271"/>
                                  <a:gd name="T32" fmla="*/ 133 w 266"/>
                                  <a:gd name="T33" fmla="*/ 271 h 271"/>
                                  <a:gd name="T34" fmla="*/ 102 w 266"/>
                                  <a:gd name="T35" fmla="*/ 269 h 271"/>
                                  <a:gd name="T36" fmla="*/ 75 w 266"/>
                                  <a:gd name="T37" fmla="*/ 263 h 271"/>
                                  <a:gd name="T38" fmla="*/ 52 w 266"/>
                                  <a:gd name="T39" fmla="*/ 252 h 271"/>
                                  <a:gd name="T40" fmla="*/ 33 w 266"/>
                                  <a:gd name="T41" fmla="*/ 236 h 271"/>
                                  <a:gd name="T42" fmla="*/ 19 w 266"/>
                                  <a:gd name="T43" fmla="*/ 215 h 271"/>
                                  <a:gd name="T44" fmla="*/ 7 w 266"/>
                                  <a:gd name="T45" fmla="*/ 192 h 271"/>
                                  <a:gd name="T46" fmla="*/ 2 w 266"/>
                                  <a:gd name="T47" fmla="*/ 166 h 271"/>
                                  <a:gd name="T48" fmla="*/ 0 w 266"/>
                                  <a:gd name="T49" fmla="*/ 135 h 271"/>
                                  <a:gd name="T50" fmla="*/ 4 w 266"/>
                                  <a:gd name="T51" fmla="*/ 91 h 271"/>
                                  <a:gd name="T52" fmla="*/ 13 w 266"/>
                                  <a:gd name="T53" fmla="*/ 66 h 271"/>
                                  <a:gd name="T54" fmla="*/ 25 w 266"/>
                                  <a:gd name="T55" fmla="*/ 44 h 271"/>
                                  <a:gd name="T56" fmla="*/ 42 w 266"/>
                                  <a:gd name="T57" fmla="*/ 27 h 271"/>
                                  <a:gd name="T58" fmla="*/ 63 w 266"/>
                                  <a:gd name="T59" fmla="*/ 13 h 271"/>
                                  <a:gd name="T60" fmla="*/ 89 w 266"/>
                                  <a:gd name="T61" fmla="*/ 4 h 271"/>
                                  <a:gd name="T62" fmla="*/ 116 w 266"/>
                                  <a:gd name="T63" fmla="*/ 0 h 271"/>
                                  <a:gd name="T64" fmla="*/ 133 w 266"/>
                                  <a:gd name="T65" fmla="*/ 219 h 271"/>
                                  <a:gd name="T66" fmla="*/ 146 w 266"/>
                                  <a:gd name="T67" fmla="*/ 219 h 271"/>
                                  <a:gd name="T68" fmla="*/ 170 w 266"/>
                                  <a:gd name="T69" fmla="*/ 205 h 271"/>
                                  <a:gd name="T70" fmla="*/ 183 w 266"/>
                                  <a:gd name="T71" fmla="*/ 182 h 271"/>
                                  <a:gd name="T72" fmla="*/ 189 w 266"/>
                                  <a:gd name="T73" fmla="*/ 151 h 271"/>
                                  <a:gd name="T74" fmla="*/ 191 w 266"/>
                                  <a:gd name="T75" fmla="*/ 135 h 271"/>
                                  <a:gd name="T76" fmla="*/ 187 w 266"/>
                                  <a:gd name="T77" fmla="*/ 102 h 271"/>
                                  <a:gd name="T78" fmla="*/ 177 w 266"/>
                                  <a:gd name="T79" fmla="*/ 75 h 271"/>
                                  <a:gd name="T80" fmla="*/ 160 w 266"/>
                                  <a:gd name="T81" fmla="*/ 58 h 271"/>
                                  <a:gd name="T82" fmla="*/ 133 w 266"/>
                                  <a:gd name="T83" fmla="*/ 52 h 271"/>
                                  <a:gd name="T84" fmla="*/ 118 w 266"/>
                                  <a:gd name="T85" fmla="*/ 52 h 271"/>
                                  <a:gd name="T86" fmla="*/ 94 w 266"/>
                                  <a:gd name="T87" fmla="*/ 66 h 271"/>
                                  <a:gd name="T88" fmla="*/ 79 w 266"/>
                                  <a:gd name="T89" fmla="*/ 89 h 271"/>
                                  <a:gd name="T90" fmla="*/ 73 w 266"/>
                                  <a:gd name="T91" fmla="*/ 118 h 271"/>
                                  <a:gd name="T92" fmla="*/ 71 w 266"/>
                                  <a:gd name="T93" fmla="*/ 135 h 271"/>
                                  <a:gd name="T94" fmla="*/ 75 w 266"/>
                                  <a:gd name="T95" fmla="*/ 166 h 271"/>
                                  <a:gd name="T96" fmla="*/ 85 w 266"/>
                                  <a:gd name="T97" fmla="*/ 193 h 271"/>
                                  <a:gd name="T98" fmla="*/ 104 w 266"/>
                                  <a:gd name="T99" fmla="*/ 213 h 271"/>
                                  <a:gd name="T100" fmla="*/ 133 w 266"/>
                                  <a:gd name="T101" fmla="*/ 219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66" h="271">
                                    <a:moveTo>
                                      <a:pt x="133" y="0"/>
                                    </a:moveTo>
                                    <a:lnTo>
                                      <a:pt x="133" y="0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62" y="2"/>
                                    </a:lnTo>
                                    <a:lnTo>
                                      <a:pt x="177" y="4"/>
                                    </a:lnTo>
                                    <a:lnTo>
                                      <a:pt x="189" y="7"/>
                                    </a:lnTo>
                                    <a:lnTo>
                                      <a:pt x="203" y="13"/>
                                    </a:lnTo>
                                    <a:lnTo>
                                      <a:pt x="212" y="19"/>
                                    </a:lnTo>
                                    <a:lnTo>
                                      <a:pt x="222" y="27"/>
                                    </a:lnTo>
                                    <a:lnTo>
                                      <a:pt x="231" y="35"/>
                                    </a:lnTo>
                                    <a:lnTo>
                                      <a:pt x="239" y="44"/>
                                    </a:lnTo>
                                    <a:lnTo>
                                      <a:pt x="247" y="54"/>
                                    </a:lnTo>
                                    <a:lnTo>
                                      <a:pt x="253" y="66"/>
                                    </a:lnTo>
                                    <a:lnTo>
                                      <a:pt x="257" y="77"/>
                                    </a:lnTo>
                                    <a:lnTo>
                                      <a:pt x="260" y="91"/>
                                    </a:lnTo>
                                    <a:lnTo>
                                      <a:pt x="262" y="104"/>
                                    </a:lnTo>
                                    <a:lnTo>
                                      <a:pt x="266" y="135"/>
                                    </a:lnTo>
                                    <a:lnTo>
                                      <a:pt x="262" y="166"/>
                                    </a:lnTo>
                                    <a:lnTo>
                                      <a:pt x="260" y="180"/>
                                    </a:lnTo>
                                    <a:lnTo>
                                      <a:pt x="257" y="192"/>
                                    </a:lnTo>
                                    <a:lnTo>
                                      <a:pt x="253" y="205"/>
                                    </a:lnTo>
                                    <a:lnTo>
                                      <a:pt x="247" y="215"/>
                                    </a:lnTo>
                                    <a:lnTo>
                                      <a:pt x="239" y="226"/>
                                    </a:lnTo>
                                    <a:lnTo>
                                      <a:pt x="231" y="236"/>
                                    </a:lnTo>
                                    <a:lnTo>
                                      <a:pt x="222" y="244"/>
                                    </a:lnTo>
                                    <a:lnTo>
                                      <a:pt x="212" y="252"/>
                                    </a:lnTo>
                                    <a:lnTo>
                                      <a:pt x="203" y="257"/>
                                    </a:lnTo>
                                    <a:lnTo>
                                      <a:pt x="189" y="263"/>
                                    </a:lnTo>
                                    <a:lnTo>
                                      <a:pt x="177" y="267"/>
                                    </a:lnTo>
                                    <a:lnTo>
                                      <a:pt x="162" y="269"/>
                                    </a:lnTo>
                                    <a:lnTo>
                                      <a:pt x="148" y="271"/>
                                    </a:lnTo>
                                    <a:lnTo>
                                      <a:pt x="133" y="271"/>
                                    </a:lnTo>
                                    <a:lnTo>
                                      <a:pt x="116" y="271"/>
                                    </a:lnTo>
                                    <a:lnTo>
                                      <a:pt x="102" y="269"/>
                                    </a:lnTo>
                                    <a:lnTo>
                                      <a:pt x="89" y="267"/>
                                    </a:lnTo>
                                    <a:lnTo>
                                      <a:pt x="75" y="263"/>
                                    </a:lnTo>
                                    <a:lnTo>
                                      <a:pt x="63" y="257"/>
                                    </a:lnTo>
                                    <a:lnTo>
                                      <a:pt x="52" y="252"/>
                                    </a:lnTo>
                                    <a:lnTo>
                                      <a:pt x="42" y="244"/>
                                    </a:lnTo>
                                    <a:lnTo>
                                      <a:pt x="33" y="236"/>
                                    </a:lnTo>
                                    <a:lnTo>
                                      <a:pt x="25" y="226"/>
                                    </a:lnTo>
                                    <a:lnTo>
                                      <a:pt x="19" y="215"/>
                                    </a:lnTo>
                                    <a:lnTo>
                                      <a:pt x="13" y="205"/>
                                    </a:lnTo>
                                    <a:lnTo>
                                      <a:pt x="7" y="192"/>
                                    </a:lnTo>
                                    <a:lnTo>
                                      <a:pt x="4" y="180"/>
                                    </a:lnTo>
                                    <a:lnTo>
                                      <a:pt x="2" y="166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04"/>
                                    </a:lnTo>
                                    <a:lnTo>
                                      <a:pt x="4" y="91"/>
                                    </a:lnTo>
                                    <a:lnTo>
                                      <a:pt x="7" y="77"/>
                                    </a:lnTo>
                                    <a:lnTo>
                                      <a:pt x="13" y="66"/>
                                    </a:lnTo>
                                    <a:lnTo>
                                      <a:pt x="19" y="54"/>
                                    </a:lnTo>
                                    <a:lnTo>
                                      <a:pt x="25" y="44"/>
                                    </a:lnTo>
                                    <a:lnTo>
                                      <a:pt x="33" y="35"/>
                                    </a:lnTo>
                                    <a:lnTo>
                                      <a:pt x="42" y="27"/>
                                    </a:lnTo>
                                    <a:lnTo>
                                      <a:pt x="52" y="19"/>
                                    </a:lnTo>
                                    <a:lnTo>
                                      <a:pt x="63" y="13"/>
                                    </a:lnTo>
                                    <a:lnTo>
                                      <a:pt x="75" y="7"/>
                                    </a:lnTo>
                                    <a:lnTo>
                                      <a:pt x="89" y="4"/>
                                    </a:lnTo>
                                    <a:lnTo>
                                      <a:pt x="102" y="2"/>
                                    </a:lnTo>
                                    <a:lnTo>
                                      <a:pt x="116" y="0"/>
                                    </a:lnTo>
                                    <a:lnTo>
                                      <a:pt x="133" y="0"/>
                                    </a:lnTo>
                                    <a:close/>
                                    <a:moveTo>
                                      <a:pt x="133" y="219"/>
                                    </a:moveTo>
                                    <a:lnTo>
                                      <a:pt x="133" y="219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60" y="213"/>
                                    </a:lnTo>
                                    <a:lnTo>
                                      <a:pt x="170" y="205"/>
                                    </a:lnTo>
                                    <a:lnTo>
                                      <a:pt x="177" y="193"/>
                                    </a:lnTo>
                                    <a:lnTo>
                                      <a:pt x="183" y="182"/>
                                    </a:lnTo>
                                    <a:lnTo>
                                      <a:pt x="187" y="166"/>
                                    </a:lnTo>
                                    <a:lnTo>
                                      <a:pt x="189" y="151"/>
                                    </a:lnTo>
                                    <a:lnTo>
                                      <a:pt x="191" y="135"/>
                                    </a:lnTo>
                                    <a:lnTo>
                                      <a:pt x="189" y="118"/>
                                    </a:lnTo>
                                    <a:lnTo>
                                      <a:pt x="187" y="102"/>
                                    </a:lnTo>
                                    <a:lnTo>
                                      <a:pt x="183" y="89"/>
                                    </a:lnTo>
                                    <a:lnTo>
                                      <a:pt x="177" y="75"/>
                                    </a:lnTo>
                                    <a:lnTo>
                                      <a:pt x="170" y="66"/>
                                    </a:lnTo>
                                    <a:lnTo>
                                      <a:pt x="160" y="58"/>
                                    </a:lnTo>
                                    <a:lnTo>
                                      <a:pt x="146" y="52"/>
                                    </a:lnTo>
                                    <a:lnTo>
                                      <a:pt x="133" y="52"/>
                                    </a:lnTo>
                                    <a:lnTo>
                                      <a:pt x="118" y="52"/>
                                    </a:lnTo>
                                    <a:lnTo>
                                      <a:pt x="104" y="58"/>
                                    </a:lnTo>
                                    <a:lnTo>
                                      <a:pt x="94" y="66"/>
                                    </a:lnTo>
                                    <a:lnTo>
                                      <a:pt x="85" y="75"/>
                                    </a:lnTo>
                                    <a:lnTo>
                                      <a:pt x="79" y="89"/>
                                    </a:lnTo>
                                    <a:lnTo>
                                      <a:pt x="75" y="102"/>
                                    </a:lnTo>
                                    <a:lnTo>
                                      <a:pt x="73" y="118"/>
                                    </a:lnTo>
                                    <a:lnTo>
                                      <a:pt x="71" y="135"/>
                                    </a:lnTo>
                                    <a:lnTo>
                                      <a:pt x="73" y="151"/>
                                    </a:lnTo>
                                    <a:lnTo>
                                      <a:pt x="75" y="166"/>
                                    </a:lnTo>
                                    <a:lnTo>
                                      <a:pt x="79" y="182"/>
                                    </a:lnTo>
                                    <a:lnTo>
                                      <a:pt x="85" y="193"/>
                                    </a:lnTo>
                                    <a:lnTo>
                                      <a:pt x="94" y="205"/>
                                    </a:lnTo>
                                    <a:lnTo>
                                      <a:pt x="104" y="213"/>
                                    </a:lnTo>
                                    <a:lnTo>
                                      <a:pt x="118" y="219"/>
                                    </a:lnTo>
                                    <a:lnTo>
                                      <a:pt x="133" y="2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9" name="Freeform 214"/>
                            <wps:cNvSpPr>
                              <a:spLocks/>
                            </wps:cNvSpPr>
                            <wps:spPr bwMode="auto">
                              <a:xfrm>
                                <a:off x="601747" y="178544"/>
                                <a:ext cx="133387" cy="136416"/>
                              </a:xfrm>
                              <a:custGeom>
                                <a:avLst/>
                                <a:gdLst>
                                  <a:gd name="T0" fmla="*/ 133 w 266"/>
                                  <a:gd name="T1" fmla="*/ 0 h 271"/>
                                  <a:gd name="T2" fmla="*/ 162 w 266"/>
                                  <a:gd name="T3" fmla="*/ 2 h 271"/>
                                  <a:gd name="T4" fmla="*/ 189 w 266"/>
                                  <a:gd name="T5" fmla="*/ 7 h 271"/>
                                  <a:gd name="T6" fmla="*/ 212 w 266"/>
                                  <a:gd name="T7" fmla="*/ 19 h 271"/>
                                  <a:gd name="T8" fmla="*/ 231 w 266"/>
                                  <a:gd name="T9" fmla="*/ 35 h 271"/>
                                  <a:gd name="T10" fmla="*/ 247 w 266"/>
                                  <a:gd name="T11" fmla="*/ 54 h 271"/>
                                  <a:gd name="T12" fmla="*/ 257 w 266"/>
                                  <a:gd name="T13" fmla="*/ 77 h 271"/>
                                  <a:gd name="T14" fmla="*/ 262 w 266"/>
                                  <a:gd name="T15" fmla="*/ 104 h 271"/>
                                  <a:gd name="T16" fmla="*/ 266 w 266"/>
                                  <a:gd name="T17" fmla="*/ 135 h 271"/>
                                  <a:gd name="T18" fmla="*/ 260 w 266"/>
                                  <a:gd name="T19" fmla="*/ 180 h 271"/>
                                  <a:gd name="T20" fmla="*/ 253 w 266"/>
                                  <a:gd name="T21" fmla="*/ 205 h 271"/>
                                  <a:gd name="T22" fmla="*/ 239 w 266"/>
                                  <a:gd name="T23" fmla="*/ 226 h 271"/>
                                  <a:gd name="T24" fmla="*/ 222 w 266"/>
                                  <a:gd name="T25" fmla="*/ 244 h 271"/>
                                  <a:gd name="T26" fmla="*/ 203 w 266"/>
                                  <a:gd name="T27" fmla="*/ 257 h 271"/>
                                  <a:gd name="T28" fmla="*/ 177 w 266"/>
                                  <a:gd name="T29" fmla="*/ 267 h 271"/>
                                  <a:gd name="T30" fmla="*/ 148 w 266"/>
                                  <a:gd name="T31" fmla="*/ 271 h 271"/>
                                  <a:gd name="T32" fmla="*/ 133 w 266"/>
                                  <a:gd name="T33" fmla="*/ 271 h 271"/>
                                  <a:gd name="T34" fmla="*/ 102 w 266"/>
                                  <a:gd name="T35" fmla="*/ 269 h 271"/>
                                  <a:gd name="T36" fmla="*/ 75 w 266"/>
                                  <a:gd name="T37" fmla="*/ 263 h 271"/>
                                  <a:gd name="T38" fmla="*/ 52 w 266"/>
                                  <a:gd name="T39" fmla="*/ 252 h 271"/>
                                  <a:gd name="T40" fmla="*/ 33 w 266"/>
                                  <a:gd name="T41" fmla="*/ 236 h 271"/>
                                  <a:gd name="T42" fmla="*/ 19 w 266"/>
                                  <a:gd name="T43" fmla="*/ 215 h 271"/>
                                  <a:gd name="T44" fmla="*/ 7 w 266"/>
                                  <a:gd name="T45" fmla="*/ 192 h 271"/>
                                  <a:gd name="T46" fmla="*/ 2 w 266"/>
                                  <a:gd name="T47" fmla="*/ 166 h 271"/>
                                  <a:gd name="T48" fmla="*/ 0 w 266"/>
                                  <a:gd name="T49" fmla="*/ 135 h 271"/>
                                  <a:gd name="T50" fmla="*/ 4 w 266"/>
                                  <a:gd name="T51" fmla="*/ 91 h 271"/>
                                  <a:gd name="T52" fmla="*/ 13 w 266"/>
                                  <a:gd name="T53" fmla="*/ 66 h 271"/>
                                  <a:gd name="T54" fmla="*/ 25 w 266"/>
                                  <a:gd name="T55" fmla="*/ 44 h 271"/>
                                  <a:gd name="T56" fmla="*/ 42 w 266"/>
                                  <a:gd name="T57" fmla="*/ 27 h 271"/>
                                  <a:gd name="T58" fmla="*/ 63 w 266"/>
                                  <a:gd name="T59" fmla="*/ 13 h 271"/>
                                  <a:gd name="T60" fmla="*/ 89 w 266"/>
                                  <a:gd name="T61" fmla="*/ 4 h 271"/>
                                  <a:gd name="T62" fmla="*/ 116 w 266"/>
                                  <a:gd name="T63" fmla="*/ 0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66" h="271">
                                    <a:moveTo>
                                      <a:pt x="133" y="0"/>
                                    </a:moveTo>
                                    <a:lnTo>
                                      <a:pt x="133" y="0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62" y="2"/>
                                    </a:lnTo>
                                    <a:lnTo>
                                      <a:pt x="177" y="4"/>
                                    </a:lnTo>
                                    <a:lnTo>
                                      <a:pt x="189" y="7"/>
                                    </a:lnTo>
                                    <a:lnTo>
                                      <a:pt x="203" y="13"/>
                                    </a:lnTo>
                                    <a:lnTo>
                                      <a:pt x="212" y="19"/>
                                    </a:lnTo>
                                    <a:lnTo>
                                      <a:pt x="222" y="27"/>
                                    </a:lnTo>
                                    <a:lnTo>
                                      <a:pt x="231" y="35"/>
                                    </a:lnTo>
                                    <a:lnTo>
                                      <a:pt x="239" y="44"/>
                                    </a:lnTo>
                                    <a:lnTo>
                                      <a:pt x="247" y="54"/>
                                    </a:lnTo>
                                    <a:lnTo>
                                      <a:pt x="253" y="66"/>
                                    </a:lnTo>
                                    <a:lnTo>
                                      <a:pt x="257" y="77"/>
                                    </a:lnTo>
                                    <a:lnTo>
                                      <a:pt x="260" y="91"/>
                                    </a:lnTo>
                                    <a:lnTo>
                                      <a:pt x="262" y="104"/>
                                    </a:lnTo>
                                    <a:lnTo>
                                      <a:pt x="266" y="135"/>
                                    </a:lnTo>
                                    <a:lnTo>
                                      <a:pt x="262" y="166"/>
                                    </a:lnTo>
                                    <a:lnTo>
                                      <a:pt x="260" y="180"/>
                                    </a:lnTo>
                                    <a:lnTo>
                                      <a:pt x="257" y="192"/>
                                    </a:lnTo>
                                    <a:lnTo>
                                      <a:pt x="253" y="205"/>
                                    </a:lnTo>
                                    <a:lnTo>
                                      <a:pt x="247" y="215"/>
                                    </a:lnTo>
                                    <a:lnTo>
                                      <a:pt x="239" y="226"/>
                                    </a:lnTo>
                                    <a:lnTo>
                                      <a:pt x="231" y="236"/>
                                    </a:lnTo>
                                    <a:lnTo>
                                      <a:pt x="222" y="244"/>
                                    </a:lnTo>
                                    <a:lnTo>
                                      <a:pt x="212" y="252"/>
                                    </a:lnTo>
                                    <a:lnTo>
                                      <a:pt x="203" y="257"/>
                                    </a:lnTo>
                                    <a:lnTo>
                                      <a:pt x="189" y="263"/>
                                    </a:lnTo>
                                    <a:lnTo>
                                      <a:pt x="177" y="267"/>
                                    </a:lnTo>
                                    <a:lnTo>
                                      <a:pt x="162" y="269"/>
                                    </a:lnTo>
                                    <a:lnTo>
                                      <a:pt x="148" y="271"/>
                                    </a:lnTo>
                                    <a:lnTo>
                                      <a:pt x="133" y="271"/>
                                    </a:lnTo>
                                    <a:lnTo>
                                      <a:pt x="116" y="271"/>
                                    </a:lnTo>
                                    <a:lnTo>
                                      <a:pt x="102" y="269"/>
                                    </a:lnTo>
                                    <a:lnTo>
                                      <a:pt x="89" y="267"/>
                                    </a:lnTo>
                                    <a:lnTo>
                                      <a:pt x="75" y="263"/>
                                    </a:lnTo>
                                    <a:lnTo>
                                      <a:pt x="63" y="257"/>
                                    </a:lnTo>
                                    <a:lnTo>
                                      <a:pt x="52" y="252"/>
                                    </a:lnTo>
                                    <a:lnTo>
                                      <a:pt x="42" y="244"/>
                                    </a:lnTo>
                                    <a:lnTo>
                                      <a:pt x="33" y="236"/>
                                    </a:lnTo>
                                    <a:lnTo>
                                      <a:pt x="25" y="226"/>
                                    </a:lnTo>
                                    <a:lnTo>
                                      <a:pt x="19" y="215"/>
                                    </a:lnTo>
                                    <a:lnTo>
                                      <a:pt x="13" y="205"/>
                                    </a:lnTo>
                                    <a:lnTo>
                                      <a:pt x="7" y="192"/>
                                    </a:lnTo>
                                    <a:lnTo>
                                      <a:pt x="4" y="180"/>
                                    </a:lnTo>
                                    <a:lnTo>
                                      <a:pt x="2" y="166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04"/>
                                    </a:lnTo>
                                    <a:lnTo>
                                      <a:pt x="4" y="91"/>
                                    </a:lnTo>
                                    <a:lnTo>
                                      <a:pt x="7" y="77"/>
                                    </a:lnTo>
                                    <a:lnTo>
                                      <a:pt x="13" y="66"/>
                                    </a:lnTo>
                                    <a:lnTo>
                                      <a:pt x="19" y="54"/>
                                    </a:lnTo>
                                    <a:lnTo>
                                      <a:pt x="25" y="44"/>
                                    </a:lnTo>
                                    <a:lnTo>
                                      <a:pt x="33" y="35"/>
                                    </a:lnTo>
                                    <a:lnTo>
                                      <a:pt x="42" y="27"/>
                                    </a:lnTo>
                                    <a:lnTo>
                                      <a:pt x="52" y="19"/>
                                    </a:lnTo>
                                    <a:lnTo>
                                      <a:pt x="63" y="13"/>
                                    </a:lnTo>
                                    <a:lnTo>
                                      <a:pt x="75" y="7"/>
                                    </a:lnTo>
                                    <a:lnTo>
                                      <a:pt x="89" y="4"/>
                                    </a:lnTo>
                                    <a:lnTo>
                                      <a:pt x="102" y="2"/>
                                    </a:lnTo>
                                    <a:lnTo>
                                      <a:pt x="116" y="0"/>
                                    </a:lnTo>
                                    <a:lnTo>
                                      <a:pt x="133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0" name="Freeform 215"/>
                            <wps:cNvSpPr>
                              <a:spLocks/>
                            </wps:cNvSpPr>
                            <wps:spPr bwMode="auto">
                              <a:xfrm>
                                <a:off x="637851" y="204624"/>
                                <a:ext cx="59172" cy="84257"/>
                              </a:xfrm>
                              <a:custGeom>
                                <a:avLst/>
                                <a:gdLst>
                                  <a:gd name="T0" fmla="*/ 62 w 120"/>
                                  <a:gd name="T1" fmla="*/ 167 h 167"/>
                                  <a:gd name="T2" fmla="*/ 62 w 120"/>
                                  <a:gd name="T3" fmla="*/ 167 h 167"/>
                                  <a:gd name="T4" fmla="*/ 75 w 120"/>
                                  <a:gd name="T5" fmla="*/ 167 h 167"/>
                                  <a:gd name="T6" fmla="*/ 89 w 120"/>
                                  <a:gd name="T7" fmla="*/ 161 h 167"/>
                                  <a:gd name="T8" fmla="*/ 99 w 120"/>
                                  <a:gd name="T9" fmla="*/ 153 h 167"/>
                                  <a:gd name="T10" fmla="*/ 106 w 120"/>
                                  <a:gd name="T11" fmla="*/ 141 h 167"/>
                                  <a:gd name="T12" fmla="*/ 112 w 120"/>
                                  <a:gd name="T13" fmla="*/ 130 h 167"/>
                                  <a:gd name="T14" fmla="*/ 116 w 120"/>
                                  <a:gd name="T15" fmla="*/ 114 h 167"/>
                                  <a:gd name="T16" fmla="*/ 118 w 120"/>
                                  <a:gd name="T17" fmla="*/ 99 h 167"/>
                                  <a:gd name="T18" fmla="*/ 120 w 120"/>
                                  <a:gd name="T19" fmla="*/ 83 h 167"/>
                                  <a:gd name="T20" fmla="*/ 120 w 120"/>
                                  <a:gd name="T21" fmla="*/ 83 h 167"/>
                                  <a:gd name="T22" fmla="*/ 118 w 120"/>
                                  <a:gd name="T23" fmla="*/ 66 h 167"/>
                                  <a:gd name="T24" fmla="*/ 116 w 120"/>
                                  <a:gd name="T25" fmla="*/ 50 h 167"/>
                                  <a:gd name="T26" fmla="*/ 112 w 120"/>
                                  <a:gd name="T27" fmla="*/ 37 h 167"/>
                                  <a:gd name="T28" fmla="*/ 106 w 120"/>
                                  <a:gd name="T29" fmla="*/ 23 h 167"/>
                                  <a:gd name="T30" fmla="*/ 99 w 120"/>
                                  <a:gd name="T31" fmla="*/ 14 h 167"/>
                                  <a:gd name="T32" fmla="*/ 89 w 120"/>
                                  <a:gd name="T33" fmla="*/ 6 h 167"/>
                                  <a:gd name="T34" fmla="*/ 75 w 120"/>
                                  <a:gd name="T35" fmla="*/ 0 h 167"/>
                                  <a:gd name="T36" fmla="*/ 62 w 120"/>
                                  <a:gd name="T37" fmla="*/ 0 h 167"/>
                                  <a:gd name="T38" fmla="*/ 62 w 120"/>
                                  <a:gd name="T39" fmla="*/ 0 h 167"/>
                                  <a:gd name="T40" fmla="*/ 47 w 120"/>
                                  <a:gd name="T41" fmla="*/ 0 h 167"/>
                                  <a:gd name="T42" fmla="*/ 33 w 120"/>
                                  <a:gd name="T43" fmla="*/ 6 h 167"/>
                                  <a:gd name="T44" fmla="*/ 23 w 120"/>
                                  <a:gd name="T45" fmla="*/ 14 h 167"/>
                                  <a:gd name="T46" fmla="*/ 14 w 120"/>
                                  <a:gd name="T47" fmla="*/ 23 h 167"/>
                                  <a:gd name="T48" fmla="*/ 8 w 120"/>
                                  <a:gd name="T49" fmla="*/ 37 h 167"/>
                                  <a:gd name="T50" fmla="*/ 4 w 120"/>
                                  <a:gd name="T51" fmla="*/ 50 h 167"/>
                                  <a:gd name="T52" fmla="*/ 2 w 120"/>
                                  <a:gd name="T53" fmla="*/ 66 h 167"/>
                                  <a:gd name="T54" fmla="*/ 0 w 120"/>
                                  <a:gd name="T55" fmla="*/ 83 h 167"/>
                                  <a:gd name="T56" fmla="*/ 0 w 120"/>
                                  <a:gd name="T57" fmla="*/ 83 h 167"/>
                                  <a:gd name="T58" fmla="*/ 2 w 120"/>
                                  <a:gd name="T59" fmla="*/ 99 h 167"/>
                                  <a:gd name="T60" fmla="*/ 4 w 120"/>
                                  <a:gd name="T61" fmla="*/ 114 h 167"/>
                                  <a:gd name="T62" fmla="*/ 8 w 120"/>
                                  <a:gd name="T63" fmla="*/ 130 h 167"/>
                                  <a:gd name="T64" fmla="*/ 14 w 120"/>
                                  <a:gd name="T65" fmla="*/ 141 h 167"/>
                                  <a:gd name="T66" fmla="*/ 23 w 120"/>
                                  <a:gd name="T67" fmla="*/ 153 h 167"/>
                                  <a:gd name="T68" fmla="*/ 33 w 120"/>
                                  <a:gd name="T69" fmla="*/ 161 h 167"/>
                                  <a:gd name="T70" fmla="*/ 47 w 120"/>
                                  <a:gd name="T71" fmla="*/ 167 h 167"/>
                                  <a:gd name="T72" fmla="*/ 62 w 120"/>
                                  <a:gd name="T73" fmla="*/ 167 h 1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20" h="167">
                                    <a:moveTo>
                                      <a:pt x="62" y="167"/>
                                    </a:moveTo>
                                    <a:lnTo>
                                      <a:pt x="62" y="167"/>
                                    </a:lnTo>
                                    <a:lnTo>
                                      <a:pt x="75" y="167"/>
                                    </a:lnTo>
                                    <a:lnTo>
                                      <a:pt x="89" y="161"/>
                                    </a:lnTo>
                                    <a:lnTo>
                                      <a:pt x="99" y="153"/>
                                    </a:lnTo>
                                    <a:lnTo>
                                      <a:pt x="106" y="141"/>
                                    </a:lnTo>
                                    <a:lnTo>
                                      <a:pt x="112" y="130"/>
                                    </a:lnTo>
                                    <a:lnTo>
                                      <a:pt x="116" y="114"/>
                                    </a:lnTo>
                                    <a:lnTo>
                                      <a:pt x="118" y="99"/>
                                    </a:lnTo>
                                    <a:lnTo>
                                      <a:pt x="120" y="83"/>
                                    </a:lnTo>
                                    <a:lnTo>
                                      <a:pt x="118" y="66"/>
                                    </a:lnTo>
                                    <a:lnTo>
                                      <a:pt x="116" y="50"/>
                                    </a:lnTo>
                                    <a:lnTo>
                                      <a:pt x="112" y="37"/>
                                    </a:lnTo>
                                    <a:lnTo>
                                      <a:pt x="106" y="23"/>
                                    </a:lnTo>
                                    <a:lnTo>
                                      <a:pt x="99" y="14"/>
                                    </a:lnTo>
                                    <a:lnTo>
                                      <a:pt x="89" y="6"/>
                                    </a:lnTo>
                                    <a:lnTo>
                                      <a:pt x="75" y="0"/>
                                    </a:lnTo>
                                    <a:lnTo>
                                      <a:pt x="62" y="0"/>
                                    </a:lnTo>
                                    <a:lnTo>
                                      <a:pt x="47" y="0"/>
                                    </a:lnTo>
                                    <a:lnTo>
                                      <a:pt x="33" y="6"/>
                                    </a:lnTo>
                                    <a:lnTo>
                                      <a:pt x="23" y="14"/>
                                    </a:lnTo>
                                    <a:lnTo>
                                      <a:pt x="14" y="23"/>
                                    </a:lnTo>
                                    <a:lnTo>
                                      <a:pt x="8" y="37"/>
                                    </a:lnTo>
                                    <a:lnTo>
                                      <a:pt x="4" y="50"/>
                                    </a:lnTo>
                                    <a:lnTo>
                                      <a:pt x="2" y="66"/>
                                    </a:lnTo>
                                    <a:lnTo>
                                      <a:pt x="0" y="83"/>
                                    </a:lnTo>
                                    <a:lnTo>
                                      <a:pt x="2" y="99"/>
                                    </a:lnTo>
                                    <a:lnTo>
                                      <a:pt x="4" y="114"/>
                                    </a:lnTo>
                                    <a:lnTo>
                                      <a:pt x="8" y="130"/>
                                    </a:lnTo>
                                    <a:lnTo>
                                      <a:pt x="14" y="141"/>
                                    </a:lnTo>
                                    <a:lnTo>
                                      <a:pt x="23" y="153"/>
                                    </a:lnTo>
                                    <a:lnTo>
                                      <a:pt x="33" y="161"/>
                                    </a:lnTo>
                                    <a:lnTo>
                                      <a:pt x="47" y="167"/>
                                    </a:lnTo>
                                    <a:lnTo>
                                      <a:pt x="62" y="167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1" name="Freeform 216"/>
                            <wps:cNvSpPr>
                              <a:spLocks/>
                            </wps:cNvSpPr>
                            <wps:spPr bwMode="auto">
                              <a:xfrm>
                                <a:off x="460336" y="178544"/>
                                <a:ext cx="116338" cy="136416"/>
                              </a:xfrm>
                              <a:custGeom>
                                <a:avLst/>
                                <a:gdLst>
                                  <a:gd name="T0" fmla="*/ 154 w 231"/>
                                  <a:gd name="T1" fmla="*/ 0 h 271"/>
                                  <a:gd name="T2" fmla="*/ 193 w 231"/>
                                  <a:gd name="T3" fmla="*/ 2 h 271"/>
                                  <a:gd name="T4" fmla="*/ 226 w 231"/>
                                  <a:gd name="T5" fmla="*/ 69 h 271"/>
                                  <a:gd name="T6" fmla="*/ 208 w 231"/>
                                  <a:gd name="T7" fmla="*/ 62 h 271"/>
                                  <a:gd name="T8" fmla="*/ 173 w 231"/>
                                  <a:gd name="T9" fmla="*/ 52 h 271"/>
                                  <a:gd name="T10" fmla="*/ 156 w 231"/>
                                  <a:gd name="T11" fmla="*/ 52 h 271"/>
                                  <a:gd name="T12" fmla="*/ 123 w 231"/>
                                  <a:gd name="T13" fmla="*/ 58 h 271"/>
                                  <a:gd name="T14" fmla="*/ 96 w 231"/>
                                  <a:gd name="T15" fmla="*/ 75 h 271"/>
                                  <a:gd name="T16" fmla="*/ 79 w 231"/>
                                  <a:gd name="T17" fmla="*/ 100 h 271"/>
                                  <a:gd name="T18" fmla="*/ 73 w 231"/>
                                  <a:gd name="T19" fmla="*/ 135 h 271"/>
                                  <a:gd name="T20" fmla="*/ 75 w 231"/>
                                  <a:gd name="T21" fmla="*/ 155 h 271"/>
                                  <a:gd name="T22" fmla="*/ 87 w 231"/>
                                  <a:gd name="T23" fmla="*/ 186 h 271"/>
                                  <a:gd name="T24" fmla="*/ 112 w 231"/>
                                  <a:gd name="T25" fmla="*/ 207 h 271"/>
                                  <a:gd name="T26" fmla="*/ 143 w 231"/>
                                  <a:gd name="T27" fmla="*/ 219 h 271"/>
                                  <a:gd name="T28" fmla="*/ 162 w 231"/>
                                  <a:gd name="T29" fmla="*/ 219 h 271"/>
                                  <a:gd name="T30" fmla="*/ 197 w 231"/>
                                  <a:gd name="T31" fmla="*/ 215 h 271"/>
                                  <a:gd name="T32" fmla="*/ 230 w 231"/>
                                  <a:gd name="T33" fmla="*/ 205 h 271"/>
                                  <a:gd name="T34" fmla="*/ 231 w 231"/>
                                  <a:gd name="T35" fmla="*/ 259 h 271"/>
                                  <a:gd name="T36" fmla="*/ 199 w 231"/>
                                  <a:gd name="T37" fmla="*/ 269 h 271"/>
                                  <a:gd name="T38" fmla="*/ 154 w 231"/>
                                  <a:gd name="T39" fmla="*/ 271 h 271"/>
                                  <a:gd name="T40" fmla="*/ 127 w 231"/>
                                  <a:gd name="T41" fmla="*/ 271 h 271"/>
                                  <a:gd name="T42" fmla="*/ 87 w 231"/>
                                  <a:gd name="T43" fmla="*/ 261 h 271"/>
                                  <a:gd name="T44" fmla="*/ 61 w 231"/>
                                  <a:gd name="T45" fmla="*/ 250 h 271"/>
                                  <a:gd name="T46" fmla="*/ 40 w 231"/>
                                  <a:gd name="T47" fmla="*/ 232 h 271"/>
                                  <a:gd name="T48" fmla="*/ 21 w 231"/>
                                  <a:gd name="T49" fmla="*/ 213 h 271"/>
                                  <a:gd name="T50" fmla="*/ 7 w 231"/>
                                  <a:gd name="T51" fmla="*/ 186 h 271"/>
                                  <a:gd name="T52" fmla="*/ 2 w 231"/>
                                  <a:gd name="T53" fmla="*/ 153 h 271"/>
                                  <a:gd name="T54" fmla="*/ 0 w 231"/>
                                  <a:gd name="T55" fmla="*/ 135 h 271"/>
                                  <a:gd name="T56" fmla="*/ 3 w 231"/>
                                  <a:gd name="T57" fmla="*/ 102 h 271"/>
                                  <a:gd name="T58" fmla="*/ 11 w 231"/>
                                  <a:gd name="T59" fmla="*/ 75 h 271"/>
                                  <a:gd name="T60" fmla="*/ 27 w 231"/>
                                  <a:gd name="T61" fmla="*/ 52 h 271"/>
                                  <a:gd name="T62" fmla="*/ 44 w 231"/>
                                  <a:gd name="T63" fmla="*/ 33 h 271"/>
                                  <a:gd name="T64" fmla="*/ 67 w 231"/>
                                  <a:gd name="T65" fmla="*/ 17 h 271"/>
                                  <a:gd name="T66" fmla="*/ 92 w 231"/>
                                  <a:gd name="T67" fmla="*/ 7 h 271"/>
                                  <a:gd name="T68" fmla="*/ 121 w 231"/>
                                  <a:gd name="T69" fmla="*/ 2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" h="271">
                                    <a:moveTo>
                                      <a:pt x="154" y="0"/>
                                    </a:moveTo>
                                    <a:lnTo>
                                      <a:pt x="154" y="0"/>
                                    </a:lnTo>
                                    <a:lnTo>
                                      <a:pt x="173" y="0"/>
                                    </a:lnTo>
                                    <a:lnTo>
                                      <a:pt x="193" y="2"/>
                                    </a:lnTo>
                                    <a:lnTo>
                                      <a:pt x="231" y="11"/>
                                    </a:lnTo>
                                    <a:lnTo>
                                      <a:pt x="226" y="69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191" y="56"/>
                                    </a:lnTo>
                                    <a:lnTo>
                                      <a:pt x="173" y="52"/>
                                    </a:lnTo>
                                    <a:lnTo>
                                      <a:pt x="156" y="52"/>
                                    </a:lnTo>
                                    <a:lnTo>
                                      <a:pt x="139" y="52"/>
                                    </a:lnTo>
                                    <a:lnTo>
                                      <a:pt x="123" y="58"/>
                                    </a:lnTo>
                                    <a:lnTo>
                                      <a:pt x="108" y="66"/>
                                    </a:lnTo>
                                    <a:lnTo>
                                      <a:pt x="96" y="75"/>
                                    </a:lnTo>
                                    <a:lnTo>
                                      <a:pt x="87" y="87"/>
                                    </a:lnTo>
                                    <a:lnTo>
                                      <a:pt x="79" y="100"/>
                                    </a:lnTo>
                                    <a:lnTo>
                                      <a:pt x="75" y="118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75" y="155"/>
                                    </a:lnTo>
                                    <a:lnTo>
                                      <a:pt x="79" y="170"/>
                                    </a:lnTo>
                                    <a:lnTo>
                                      <a:pt x="87" y="186"/>
                                    </a:lnTo>
                                    <a:lnTo>
                                      <a:pt x="98" y="197"/>
                                    </a:lnTo>
                                    <a:lnTo>
                                      <a:pt x="112" y="207"/>
                                    </a:lnTo>
                                    <a:lnTo>
                                      <a:pt x="127" y="213"/>
                                    </a:lnTo>
                                    <a:lnTo>
                                      <a:pt x="143" y="219"/>
                                    </a:lnTo>
                                    <a:lnTo>
                                      <a:pt x="162" y="219"/>
                                    </a:lnTo>
                                    <a:lnTo>
                                      <a:pt x="179" y="219"/>
                                    </a:lnTo>
                                    <a:lnTo>
                                      <a:pt x="197" y="215"/>
                                    </a:lnTo>
                                    <a:lnTo>
                                      <a:pt x="214" y="211"/>
                                    </a:lnTo>
                                    <a:lnTo>
                                      <a:pt x="230" y="205"/>
                                    </a:lnTo>
                                    <a:lnTo>
                                      <a:pt x="231" y="259"/>
                                    </a:lnTo>
                                    <a:lnTo>
                                      <a:pt x="216" y="265"/>
                                    </a:lnTo>
                                    <a:lnTo>
                                      <a:pt x="199" y="269"/>
                                    </a:lnTo>
                                    <a:lnTo>
                                      <a:pt x="177" y="271"/>
                                    </a:lnTo>
                                    <a:lnTo>
                                      <a:pt x="154" y="271"/>
                                    </a:lnTo>
                                    <a:lnTo>
                                      <a:pt x="127" y="271"/>
                                    </a:lnTo>
                                    <a:lnTo>
                                      <a:pt x="100" y="265"/>
                                    </a:lnTo>
                                    <a:lnTo>
                                      <a:pt x="87" y="261"/>
                                    </a:lnTo>
                                    <a:lnTo>
                                      <a:pt x="73" y="255"/>
                                    </a:lnTo>
                                    <a:lnTo>
                                      <a:pt x="61" y="250"/>
                                    </a:lnTo>
                                    <a:lnTo>
                                      <a:pt x="50" y="242"/>
                                    </a:lnTo>
                                    <a:lnTo>
                                      <a:pt x="40" y="232"/>
                                    </a:lnTo>
                                    <a:lnTo>
                                      <a:pt x="31" y="223"/>
                                    </a:lnTo>
                                    <a:lnTo>
                                      <a:pt x="21" y="213"/>
                                    </a:lnTo>
                                    <a:lnTo>
                                      <a:pt x="13" y="199"/>
                                    </a:lnTo>
                                    <a:lnTo>
                                      <a:pt x="7" y="186"/>
                                    </a:lnTo>
                                    <a:lnTo>
                                      <a:pt x="3" y="170"/>
                                    </a:lnTo>
                                    <a:lnTo>
                                      <a:pt x="2" y="153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18"/>
                                    </a:lnTo>
                                    <a:lnTo>
                                      <a:pt x="3" y="102"/>
                                    </a:lnTo>
                                    <a:lnTo>
                                      <a:pt x="7" y="89"/>
                                    </a:lnTo>
                                    <a:lnTo>
                                      <a:pt x="11" y="75"/>
                                    </a:lnTo>
                                    <a:lnTo>
                                      <a:pt x="19" y="62"/>
                                    </a:lnTo>
                                    <a:lnTo>
                                      <a:pt x="27" y="52"/>
                                    </a:lnTo>
                                    <a:lnTo>
                                      <a:pt x="34" y="40"/>
                                    </a:lnTo>
                                    <a:lnTo>
                                      <a:pt x="44" y="33"/>
                                    </a:lnTo>
                                    <a:lnTo>
                                      <a:pt x="56" y="25"/>
                                    </a:lnTo>
                                    <a:lnTo>
                                      <a:pt x="67" y="17"/>
                                    </a:lnTo>
                                    <a:lnTo>
                                      <a:pt x="79" y="11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108" y="4"/>
                                    </a:lnTo>
                                    <a:lnTo>
                                      <a:pt x="121" y="2"/>
                                    </a:lnTo>
                                    <a:lnTo>
                                      <a:pt x="1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2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460336" y="178544"/>
                                <a:ext cx="116338" cy="136416"/>
                              </a:xfrm>
                              <a:custGeom>
                                <a:avLst/>
                                <a:gdLst>
                                  <a:gd name="T0" fmla="*/ 154 w 231"/>
                                  <a:gd name="T1" fmla="*/ 0 h 271"/>
                                  <a:gd name="T2" fmla="*/ 193 w 231"/>
                                  <a:gd name="T3" fmla="*/ 2 h 271"/>
                                  <a:gd name="T4" fmla="*/ 226 w 231"/>
                                  <a:gd name="T5" fmla="*/ 69 h 271"/>
                                  <a:gd name="T6" fmla="*/ 208 w 231"/>
                                  <a:gd name="T7" fmla="*/ 62 h 271"/>
                                  <a:gd name="T8" fmla="*/ 173 w 231"/>
                                  <a:gd name="T9" fmla="*/ 52 h 271"/>
                                  <a:gd name="T10" fmla="*/ 156 w 231"/>
                                  <a:gd name="T11" fmla="*/ 52 h 271"/>
                                  <a:gd name="T12" fmla="*/ 123 w 231"/>
                                  <a:gd name="T13" fmla="*/ 58 h 271"/>
                                  <a:gd name="T14" fmla="*/ 96 w 231"/>
                                  <a:gd name="T15" fmla="*/ 75 h 271"/>
                                  <a:gd name="T16" fmla="*/ 79 w 231"/>
                                  <a:gd name="T17" fmla="*/ 100 h 271"/>
                                  <a:gd name="T18" fmla="*/ 73 w 231"/>
                                  <a:gd name="T19" fmla="*/ 135 h 271"/>
                                  <a:gd name="T20" fmla="*/ 75 w 231"/>
                                  <a:gd name="T21" fmla="*/ 155 h 271"/>
                                  <a:gd name="T22" fmla="*/ 87 w 231"/>
                                  <a:gd name="T23" fmla="*/ 186 h 271"/>
                                  <a:gd name="T24" fmla="*/ 112 w 231"/>
                                  <a:gd name="T25" fmla="*/ 207 h 271"/>
                                  <a:gd name="T26" fmla="*/ 143 w 231"/>
                                  <a:gd name="T27" fmla="*/ 219 h 271"/>
                                  <a:gd name="T28" fmla="*/ 162 w 231"/>
                                  <a:gd name="T29" fmla="*/ 219 h 271"/>
                                  <a:gd name="T30" fmla="*/ 197 w 231"/>
                                  <a:gd name="T31" fmla="*/ 215 h 271"/>
                                  <a:gd name="T32" fmla="*/ 230 w 231"/>
                                  <a:gd name="T33" fmla="*/ 205 h 271"/>
                                  <a:gd name="T34" fmla="*/ 231 w 231"/>
                                  <a:gd name="T35" fmla="*/ 259 h 271"/>
                                  <a:gd name="T36" fmla="*/ 199 w 231"/>
                                  <a:gd name="T37" fmla="*/ 269 h 271"/>
                                  <a:gd name="T38" fmla="*/ 154 w 231"/>
                                  <a:gd name="T39" fmla="*/ 271 h 271"/>
                                  <a:gd name="T40" fmla="*/ 127 w 231"/>
                                  <a:gd name="T41" fmla="*/ 271 h 271"/>
                                  <a:gd name="T42" fmla="*/ 87 w 231"/>
                                  <a:gd name="T43" fmla="*/ 261 h 271"/>
                                  <a:gd name="T44" fmla="*/ 61 w 231"/>
                                  <a:gd name="T45" fmla="*/ 250 h 271"/>
                                  <a:gd name="T46" fmla="*/ 40 w 231"/>
                                  <a:gd name="T47" fmla="*/ 232 h 271"/>
                                  <a:gd name="T48" fmla="*/ 21 w 231"/>
                                  <a:gd name="T49" fmla="*/ 213 h 271"/>
                                  <a:gd name="T50" fmla="*/ 7 w 231"/>
                                  <a:gd name="T51" fmla="*/ 186 h 271"/>
                                  <a:gd name="T52" fmla="*/ 2 w 231"/>
                                  <a:gd name="T53" fmla="*/ 153 h 271"/>
                                  <a:gd name="T54" fmla="*/ 0 w 231"/>
                                  <a:gd name="T55" fmla="*/ 135 h 271"/>
                                  <a:gd name="T56" fmla="*/ 3 w 231"/>
                                  <a:gd name="T57" fmla="*/ 102 h 271"/>
                                  <a:gd name="T58" fmla="*/ 11 w 231"/>
                                  <a:gd name="T59" fmla="*/ 75 h 271"/>
                                  <a:gd name="T60" fmla="*/ 27 w 231"/>
                                  <a:gd name="T61" fmla="*/ 52 h 271"/>
                                  <a:gd name="T62" fmla="*/ 44 w 231"/>
                                  <a:gd name="T63" fmla="*/ 33 h 271"/>
                                  <a:gd name="T64" fmla="*/ 67 w 231"/>
                                  <a:gd name="T65" fmla="*/ 17 h 271"/>
                                  <a:gd name="T66" fmla="*/ 92 w 231"/>
                                  <a:gd name="T67" fmla="*/ 7 h 271"/>
                                  <a:gd name="T68" fmla="*/ 121 w 231"/>
                                  <a:gd name="T69" fmla="*/ 2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" h="271">
                                    <a:moveTo>
                                      <a:pt x="154" y="0"/>
                                    </a:moveTo>
                                    <a:lnTo>
                                      <a:pt x="154" y="0"/>
                                    </a:lnTo>
                                    <a:lnTo>
                                      <a:pt x="173" y="0"/>
                                    </a:lnTo>
                                    <a:lnTo>
                                      <a:pt x="193" y="2"/>
                                    </a:lnTo>
                                    <a:lnTo>
                                      <a:pt x="231" y="11"/>
                                    </a:lnTo>
                                    <a:lnTo>
                                      <a:pt x="226" y="69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191" y="56"/>
                                    </a:lnTo>
                                    <a:lnTo>
                                      <a:pt x="173" y="52"/>
                                    </a:lnTo>
                                    <a:lnTo>
                                      <a:pt x="156" y="52"/>
                                    </a:lnTo>
                                    <a:lnTo>
                                      <a:pt x="139" y="52"/>
                                    </a:lnTo>
                                    <a:lnTo>
                                      <a:pt x="123" y="58"/>
                                    </a:lnTo>
                                    <a:lnTo>
                                      <a:pt x="108" y="66"/>
                                    </a:lnTo>
                                    <a:lnTo>
                                      <a:pt x="96" y="75"/>
                                    </a:lnTo>
                                    <a:lnTo>
                                      <a:pt x="87" y="87"/>
                                    </a:lnTo>
                                    <a:lnTo>
                                      <a:pt x="79" y="100"/>
                                    </a:lnTo>
                                    <a:lnTo>
                                      <a:pt x="75" y="118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75" y="155"/>
                                    </a:lnTo>
                                    <a:lnTo>
                                      <a:pt x="79" y="170"/>
                                    </a:lnTo>
                                    <a:lnTo>
                                      <a:pt x="87" y="186"/>
                                    </a:lnTo>
                                    <a:lnTo>
                                      <a:pt x="98" y="197"/>
                                    </a:lnTo>
                                    <a:lnTo>
                                      <a:pt x="112" y="207"/>
                                    </a:lnTo>
                                    <a:lnTo>
                                      <a:pt x="127" y="213"/>
                                    </a:lnTo>
                                    <a:lnTo>
                                      <a:pt x="143" y="219"/>
                                    </a:lnTo>
                                    <a:lnTo>
                                      <a:pt x="162" y="219"/>
                                    </a:lnTo>
                                    <a:lnTo>
                                      <a:pt x="179" y="219"/>
                                    </a:lnTo>
                                    <a:lnTo>
                                      <a:pt x="197" y="215"/>
                                    </a:lnTo>
                                    <a:lnTo>
                                      <a:pt x="214" y="211"/>
                                    </a:lnTo>
                                    <a:lnTo>
                                      <a:pt x="230" y="205"/>
                                    </a:lnTo>
                                    <a:lnTo>
                                      <a:pt x="231" y="259"/>
                                    </a:lnTo>
                                    <a:lnTo>
                                      <a:pt x="216" y="265"/>
                                    </a:lnTo>
                                    <a:lnTo>
                                      <a:pt x="199" y="269"/>
                                    </a:lnTo>
                                    <a:lnTo>
                                      <a:pt x="177" y="271"/>
                                    </a:lnTo>
                                    <a:lnTo>
                                      <a:pt x="154" y="271"/>
                                    </a:lnTo>
                                    <a:lnTo>
                                      <a:pt x="127" y="271"/>
                                    </a:lnTo>
                                    <a:lnTo>
                                      <a:pt x="100" y="265"/>
                                    </a:lnTo>
                                    <a:lnTo>
                                      <a:pt x="87" y="261"/>
                                    </a:lnTo>
                                    <a:lnTo>
                                      <a:pt x="73" y="255"/>
                                    </a:lnTo>
                                    <a:lnTo>
                                      <a:pt x="61" y="250"/>
                                    </a:lnTo>
                                    <a:lnTo>
                                      <a:pt x="50" y="242"/>
                                    </a:lnTo>
                                    <a:lnTo>
                                      <a:pt x="40" y="232"/>
                                    </a:lnTo>
                                    <a:lnTo>
                                      <a:pt x="31" y="223"/>
                                    </a:lnTo>
                                    <a:lnTo>
                                      <a:pt x="21" y="213"/>
                                    </a:lnTo>
                                    <a:lnTo>
                                      <a:pt x="13" y="199"/>
                                    </a:lnTo>
                                    <a:lnTo>
                                      <a:pt x="7" y="186"/>
                                    </a:lnTo>
                                    <a:lnTo>
                                      <a:pt x="3" y="170"/>
                                    </a:lnTo>
                                    <a:lnTo>
                                      <a:pt x="2" y="153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18"/>
                                    </a:lnTo>
                                    <a:lnTo>
                                      <a:pt x="3" y="102"/>
                                    </a:lnTo>
                                    <a:lnTo>
                                      <a:pt x="7" y="89"/>
                                    </a:lnTo>
                                    <a:lnTo>
                                      <a:pt x="11" y="75"/>
                                    </a:lnTo>
                                    <a:lnTo>
                                      <a:pt x="19" y="62"/>
                                    </a:lnTo>
                                    <a:lnTo>
                                      <a:pt x="27" y="52"/>
                                    </a:lnTo>
                                    <a:lnTo>
                                      <a:pt x="34" y="40"/>
                                    </a:lnTo>
                                    <a:lnTo>
                                      <a:pt x="44" y="33"/>
                                    </a:lnTo>
                                    <a:lnTo>
                                      <a:pt x="56" y="25"/>
                                    </a:lnTo>
                                    <a:lnTo>
                                      <a:pt x="67" y="17"/>
                                    </a:lnTo>
                                    <a:lnTo>
                                      <a:pt x="79" y="11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108" y="4"/>
                                    </a:lnTo>
                                    <a:lnTo>
                                      <a:pt x="121" y="2"/>
                                    </a:lnTo>
                                    <a:lnTo>
                                      <a:pt x="154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3" name="Freeform 218"/>
                            <wps:cNvSpPr>
                              <a:spLocks/>
                            </wps:cNvSpPr>
                            <wps:spPr bwMode="auto">
                              <a:xfrm>
                                <a:off x="337981" y="179547"/>
                                <a:ext cx="95277" cy="134410"/>
                              </a:xfrm>
                              <a:custGeom>
                                <a:avLst/>
                                <a:gdLst>
                                  <a:gd name="T0" fmla="*/ 0 w 190"/>
                                  <a:gd name="T1" fmla="*/ 0 h 267"/>
                                  <a:gd name="T2" fmla="*/ 186 w 190"/>
                                  <a:gd name="T3" fmla="*/ 0 h 267"/>
                                  <a:gd name="T4" fmla="*/ 186 w 190"/>
                                  <a:gd name="T5" fmla="*/ 50 h 267"/>
                                  <a:gd name="T6" fmla="*/ 68 w 190"/>
                                  <a:gd name="T7" fmla="*/ 50 h 267"/>
                                  <a:gd name="T8" fmla="*/ 68 w 190"/>
                                  <a:gd name="T9" fmla="*/ 104 h 267"/>
                                  <a:gd name="T10" fmla="*/ 178 w 190"/>
                                  <a:gd name="T11" fmla="*/ 104 h 267"/>
                                  <a:gd name="T12" fmla="*/ 178 w 190"/>
                                  <a:gd name="T13" fmla="*/ 157 h 267"/>
                                  <a:gd name="T14" fmla="*/ 68 w 190"/>
                                  <a:gd name="T15" fmla="*/ 157 h 267"/>
                                  <a:gd name="T16" fmla="*/ 68 w 190"/>
                                  <a:gd name="T17" fmla="*/ 215 h 267"/>
                                  <a:gd name="T18" fmla="*/ 190 w 190"/>
                                  <a:gd name="T19" fmla="*/ 215 h 267"/>
                                  <a:gd name="T20" fmla="*/ 190 w 190"/>
                                  <a:gd name="T21" fmla="*/ 267 h 267"/>
                                  <a:gd name="T22" fmla="*/ 0 w 190"/>
                                  <a:gd name="T23" fmla="*/ 267 h 267"/>
                                  <a:gd name="T24" fmla="*/ 0 w 190"/>
                                  <a:gd name="T25" fmla="*/ 0 h 2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0" h="267">
                                    <a:moveTo>
                                      <a:pt x="0" y="0"/>
                                    </a:moveTo>
                                    <a:lnTo>
                                      <a:pt x="186" y="0"/>
                                    </a:lnTo>
                                    <a:lnTo>
                                      <a:pt x="186" y="50"/>
                                    </a:lnTo>
                                    <a:lnTo>
                                      <a:pt x="68" y="50"/>
                                    </a:lnTo>
                                    <a:lnTo>
                                      <a:pt x="68" y="104"/>
                                    </a:lnTo>
                                    <a:lnTo>
                                      <a:pt x="178" y="104"/>
                                    </a:lnTo>
                                    <a:lnTo>
                                      <a:pt x="178" y="157"/>
                                    </a:lnTo>
                                    <a:lnTo>
                                      <a:pt x="68" y="157"/>
                                    </a:lnTo>
                                    <a:lnTo>
                                      <a:pt x="68" y="215"/>
                                    </a:lnTo>
                                    <a:lnTo>
                                      <a:pt x="190" y="215"/>
                                    </a:lnTo>
                                    <a:lnTo>
                                      <a:pt x="190" y="267"/>
                                    </a:lnTo>
                                    <a:lnTo>
                                      <a:pt x="0" y="26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4" name="Freeform 219"/>
                            <wps:cNvSpPr>
                              <a:spLocks/>
                            </wps:cNvSpPr>
                            <wps:spPr bwMode="auto">
                              <a:xfrm>
                                <a:off x="124361" y="179547"/>
                                <a:ext cx="186541" cy="134410"/>
                              </a:xfrm>
                              <a:custGeom>
                                <a:avLst/>
                                <a:gdLst>
                                  <a:gd name="T0" fmla="*/ 0 w 373"/>
                                  <a:gd name="T1" fmla="*/ 0 h 267"/>
                                  <a:gd name="T2" fmla="*/ 72 w 373"/>
                                  <a:gd name="T3" fmla="*/ 0 h 267"/>
                                  <a:gd name="T4" fmla="*/ 105 w 373"/>
                                  <a:gd name="T5" fmla="*/ 203 h 267"/>
                                  <a:gd name="T6" fmla="*/ 107 w 373"/>
                                  <a:gd name="T7" fmla="*/ 203 h 267"/>
                                  <a:gd name="T8" fmla="*/ 141 w 373"/>
                                  <a:gd name="T9" fmla="*/ 0 h 267"/>
                                  <a:gd name="T10" fmla="*/ 232 w 373"/>
                                  <a:gd name="T11" fmla="*/ 0 h 267"/>
                                  <a:gd name="T12" fmla="*/ 269 w 373"/>
                                  <a:gd name="T13" fmla="*/ 203 h 267"/>
                                  <a:gd name="T14" fmla="*/ 304 w 373"/>
                                  <a:gd name="T15" fmla="*/ 0 h 267"/>
                                  <a:gd name="T16" fmla="*/ 373 w 373"/>
                                  <a:gd name="T17" fmla="*/ 0 h 267"/>
                                  <a:gd name="T18" fmla="*/ 311 w 373"/>
                                  <a:gd name="T19" fmla="*/ 267 h 267"/>
                                  <a:gd name="T20" fmla="*/ 222 w 373"/>
                                  <a:gd name="T21" fmla="*/ 267 h 267"/>
                                  <a:gd name="T22" fmla="*/ 186 w 373"/>
                                  <a:gd name="T23" fmla="*/ 62 h 267"/>
                                  <a:gd name="T24" fmla="*/ 151 w 373"/>
                                  <a:gd name="T25" fmla="*/ 267 h 267"/>
                                  <a:gd name="T26" fmla="*/ 58 w 373"/>
                                  <a:gd name="T27" fmla="*/ 267 h 267"/>
                                  <a:gd name="T28" fmla="*/ 0 w 373"/>
                                  <a:gd name="T29" fmla="*/ 0 h 2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73" h="267">
                                    <a:moveTo>
                                      <a:pt x="0" y="0"/>
                                    </a:moveTo>
                                    <a:lnTo>
                                      <a:pt x="72" y="0"/>
                                    </a:lnTo>
                                    <a:lnTo>
                                      <a:pt x="105" y="203"/>
                                    </a:lnTo>
                                    <a:lnTo>
                                      <a:pt x="107" y="203"/>
                                    </a:lnTo>
                                    <a:lnTo>
                                      <a:pt x="141" y="0"/>
                                    </a:lnTo>
                                    <a:lnTo>
                                      <a:pt x="232" y="0"/>
                                    </a:lnTo>
                                    <a:lnTo>
                                      <a:pt x="269" y="203"/>
                                    </a:lnTo>
                                    <a:lnTo>
                                      <a:pt x="304" y="0"/>
                                    </a:lnTo>
                                    <a:lnTo>
                                      <a:pt x="373" y="0"/>
                                    </a:lnTo>
                                    <a:lnTo>
                                      <a:pt x="311" y="267"/>
                                    </a:lnTo>
                                    <a:lnTo>
                                      <a:pt x="222" y="267"/>
                                    </a:lnTo>
                                    <a:lnTo>
                                      <a:pt x="186" y="62"/>
                                    </a:lnTo>
                                    <a:lnTo>
                                      <a:pt x="151" y="267"/>
                                    </a:lnTo>
                                    <a:lnTo>
                                      <a:pt x="58" y="26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5" name="Freeform 220"/>
                            <wps:cNvSpPr>
                              <a:spLocks/>
                            </wps:cNvSpPr>
                            <wps:spPr bwMode="auto">
                              <a:xfrm>
                                <a:off x="0" y="178544"/>
                                <a:ext cx="100291" cy="136416"/>
                              </a:xfrm>
                              <a:custGeom>
                                <a:avLst/>
                                <a:gdLst>
                                  <a:gd name="T0" fmla="*/ 116 w 201"/>
                                  <a:gd name="T1" fmla="*/ 0 h 271"/>
                                  <a:gd name="T2" fmla="*/ 170 w 201"/>
                                  <a:gd name="T3" fmla="*/ 4 h 271"/>
                                  <a:gd name="T4" fmla="*/ 180 w 201"/>
                                  <a:gd name="T5" fmla="*/ 64 h 271"/>
                                  <a:gd name="T6" fmla="*/ 166 w 201"/>
                                  <a:gd name="T7" fmla="*/ 58 h 271"/>
                                  <a:gd name="T8" fmla="*/ 137 w 201"/>
                                  <a:gd name="T9" fmla="*/ 52 h 271"/>
                                  <a:gd name="T10" fmla="*/ 122 w 201"/>
                                  <a:gd name="T11" fmla="*/ 52 h 271"/>
                                  <a:gd name="T12" fmla="*/ 91 w 201"/>
                                  <a:gd name="T13" fmla="*/ 54 h 271"/>
                                  <a:gd name="T14" fmla="*/ 77 w 201"/>
                                  <a:gd name="T15" fmla="*/ 62 h 271"/>
                                  <a:gd name="T16" fmla="*/ 73 w 201"/>
                                  <a:gd name="T17" fmla="*/ 75 h 271"/>
                                  <a:gd name="T18" fmla="*/ 73 w 201"/>
                                  <a:gd name="T19" fmla="*/ 81 h 271"/>
                                  <a:gd name="T20" fmla="*/ 85 w 201"/>
                                  <a:gd name="T21" fmla="*/ 93 h 271"/>
                                  <a:gd name="T22" fmla="*/ 114 w 201"/>
                                  <a:gd name="T23" fmla="*/ 102 h 271"/>
                                  <a:gd name="T24" fmla="*/ 160 w 201"/>
                                  <a:gd name="T25" fmla="*/ 120 h 271"/>
                                  <a:gd name="T26" fmla="*/ 180 w 201"/>
                                  <a:gd name="T27" fmla="*/ 133 h 271"/>
                                  <a:gd name="T28" fmla="*/ 195 w 201"/>
                                  <a:gd name="T29" fmla="*/ 155 h 271"/>
                                  <a:gd name="T30" fmla="*/ 201 w 201"/>
                                  <a:gd name="T31" fmla="*/ 184 h 271"/>
                                  <a:gd name="T32" fmla="*/ 199 w 201"/>
                                  <a:gd name="T33" fmla="*/ 197 h 271"/>
                                  <a:gd name="T34" fmla="*/ 195 w 201"/>
                                  <a:gd name="T35" fmla="*/ 219 h 271"/>
                                  <a:gd name="T36" fmla="*/ 185 w 201"/>
                                  <a:gd name="T37" fmla="*/ 236 h 271"/>
                                  <a:gd name="T38" fmla="*/ 172 w 201"/>
                                  <a:gd name="T39" fmla="*/ 250 h 271"/>
                                  <a:gd name="T40" fmla="*/ 147 w 201"/>
                                  <a:gd name="T41" fmla="*/ 263 h 271"/>
                                  <a:gd name="T42" fmla="*/ 104 w 201"/>
                                  <a:gd name="T43" fmla="*/ 271 h 271"/>
                                  <a:gd name="T44" fmla="*/ 81 w 201"/>
                                  <a:gd name="T45" fmla="*/ 271 h 271"/>
                                  <a:gd name="T46" fmla="*/ 43 w 201"/>
                                  <a:gd name="T47" fmla="*/ 269 h 271"/>
                                  <a:gd name="T48" fmla="*/ 4 w 201"/>
                                  <a:gd name="T49" fmla="*/ 259 h 271"/>
                                  <a:gd name="T50" fmla="*/ 10 w 201"/>
                                  <a:gd name="T51" fmla="*/ 201 h 271"/>
                                  <a:gd name="T52" fmla="*/ 43 w 201"/>
                                  <a:gd name="T53" fmla="*/ 215 h 271"/>
                                  <a:gd name="T54" fmla="*/ 81 w 201"/>
                                  <a:gd name="T55" fmla="*/ 219 h 271"/>
                                  <a:gd name="T56" fmla="*/ 99 w 201"/>
                                  <a:gd name="T57" fmla="*/ 219 h 271"/>
                                  <a:gd name="T58" fmla="*/ 118 w 201"/>
                                  <a:gd name="T59" fmla="*/ 211 h 271"/>
                                  <a:gd name="T60" fmla="*/ 124 w 201"/>
                                  <a:gd name="T61" fmla="*/ 201 h 271"/>
                                  <a:gd name="T62" fmla="*/ 126 w 201"/>
                                  <a:gd name="T63" fmla="*/ 193 h 271"/>
                                  <a:gd name="T64" fmla="*/ 120 w 201"/>
                                  <a:gd name="T65" fmla="*/ 178 h 271"/>
                                  <a:gd name="T66" fmla="*/ 106 w 201"/>
                                  <a:gd name="T67" fmla="*/ 168 h 271"/>
                                  <a:gd name="T68" fmla="*/ 64 w 201"/>
                                  <a:gd name="T69" fmla="*/ 155 h 271"/>
                                  <a:gd name="T70" fmla="*/ 29 w 201"/>
                                  <a:gd name="T71" fmla="*/ 139 h 271"/>
                                  <a:gd name="T72" fmla="*/ 12 w 201"/>
                                  <a:gd name="T73" fmla="*/ 122 h 271"/>
                                  <a:gd name="T74" fmla="*/ 2 w 201"/>
                                  <a:gd name="T75" fmla="*/ 97 h 271"/>
                                  <a:gd name="T76" fmla="*/ 0 w 201"/>
                                  <a:gd name="T77" fmla="*/ 81 h 271"/>
                                  <a:gd name="T78" fmla="*/ 4 w 201"/>
                                  <a:gd name="T79" fmla="*/ 58 h 271"/>
                                  <a:gd name="T80" fmla="*/ 12 w 201"/>
                                  <a:gd name="T81" fmla="*/ 40 h 271"/>
                                  <a:gd name="T82" fmla="*/ 23 w 201"/>
                                  <a:gd name="T83" fmla="*/ 27 h 271"/>
                                  <a:gd name="T84" fmla="*/ 56 w 201"/>
                                  <a:gd name="T85" fmla="*/ 7 h 271"/>
                                  <a:gd name="T86" fmla="*/ 97 w 201"/>
                                  <a:gd name="T87" fmla="*/ 0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01" h="271">
                                    <a:moveTo>
                                      <a:pt x="116" y="0"/>
                                    </a:moveTo>
                                    <a:lnTo>
                                      <a:pt x="116" y="0"/>
                                    </a:lnTo>
                                    <a:lnTo>
                                      <a:pt x="153" y="2"/>
                                    </a:lnTo>
                                    <a:lnTo>
                                      <a:pt x="170" y="4"/>
                                    </a:lnTo>
                                    <a:lnTo>
                                      <a:pt x="185" y="7"/>
                                    </a:lnTo>
                                    <a:lnTo>
                                      <a:pt x="180" y="64"/>
                                    </a:lnTo>
                                    <a:lnTo>
                                      <a:pt x="166" y="58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37" y="52"/>
                                    </a:lnTo>
                                    <a:lnTo>
                                      <a:pt x="122" y="52"/>
                                    </a:lnTo>
                                    <a:lnTo>
                                      <a:pt x="106" y="52"/>
                                    </a:lnTo>
                                    <a:lnTo>
                                      <a:pt x="91" y="54"/>
                                    </a:lnTo>
                                    <a:lnTo>
                                      <a:pt x="83" y="56"/>
                                    </a:lnTo>
                                    <a:lnTo>
                                      <a:pt x="77" y="62"/>
                                    </a:lnTo>
                                    <a:lnTo>
                                      <a:pt x="73" y="67"/>
                                    </a:lnTo>
                                    <a:lnTo>
                                      <a:pt x="73" y="75"/>
                                    </a:lnTo>
                                    <a:lnTo>
                                      <a:pt x="73" y="81"/>
                                    </a:lnTo>
                                    <a:lnTo>
                                      <a:pt x="79" y="87"/>
                                    </a:lnTo>
                                    <a:lnTo>
                                      <a:pt x="85" y="93"/>
                                    </a:lnTo>
                                    <a:lnTo>
                                      <a:pt x="93" y="97"/>
                                    </a:lnTo>
                                    <a:lnTo>
                                      <a:pt x="114" y="102"/>
                                    </a:lnTo>
                                    <a:lnTo>
                                      <a:pt x="137" y="110"/>
                                    </a:lnTo>
                                    <a:lnTo>
                                      <a:pt x="160" y="120"/>
                                    </a:lnTo>
                                    <a:lnTo>
                                      <a:pt x="170" y="126"/>
                                    </a:lnTo>
                                    <a:lnTo>
                                      <a:pt x="180" y="133"/>
                                    </a:lnTo>
                                    <a:lnTo>
                                      <a:pt x="189" y="143"/>
                                    </a:lnTo>
                                    <a:lnTo>
                                      <a:pt x="195" y="155"/>
                                    </a:lnTo>
                                    <a:lnTo>
                                      <a:pt x="199" y="168"/>
                                    </a:lnTo>
                                    <a:lnTo>
                                      <a:pt x="201" y="184"/>
                                    </a:lnTo>
                                    <a:lnTo>
                                      <a:pt x="199" y="197"/>
                                    </a:lnTo>
                                    <a:lnTo>
                                      <a:pt x="197" y="209"/>
                                    </a:lnTo>
                                    <a:lnTo>
                                      <a:pt x="195" y="219"/>
                                    </a:lnTo>
                                    <a:lnTo>
                                      <a:pt x="191" y="228"/>
                                    </a:lnTo>
                                    <a:lnTo>
                                      <a:pt x="185" y="236"/>
                                    </a:lnTo>
                                    <a:lnTo>
                                      <a:pt x="180" y="244"/>
                                    </a:lnTo>
                                    <a:lnTo>
                                      <a:pt x="172" y="250"/>
                                    </a:lnTo>
                                    <a:lnTo>
                                      <a:pt x="164" y="254"/>
                                    </a:lnTo>
                                    <a:lnTo>
                                      <a:pt x="147" y="263"/>
                                    </a:lnTo>
                                    <a:lnTo>
                                      <a:pt x="126" y="267"/>
                                    </a:lnTo>
                                    <a:lnTo>
                                      <a:pt x="104" y="271"/>
                                    </a:lnTo>
                                    <a:lnTo>
                                      <a:pt x="81" y="271"/>
                                    </a:lnTo>
                                    <a:lnTo>
                                      <a:pt x="64" y="271"/>
                                    </a:lnTo>
                                    <a:lnTo>
                                      <a:pt x="43" y="269"/>
                                    </a:lnTo>
                                    <a:lnTo>
                                      <a:pt x="21" y="265"/>
                                    </a:lnTo>
                                    <a:lnTo>
                                      <a:pt x="4" y="259"/>
                                    </a:lnTo>
                                    <a:lnTo>
                                      <a:pt x="10" y="201"/>
                                    </a:lnTo>
                                    <a:lnTo>
                                      <a:pt x="25" y="209"/>
                                    </a:lnTo>
                                    <a:lnTo>
                                      <a:pt x="43" y="215"/>
                                    </a:lnTo>
                                    <a:lnTo>
                                      <a:pt x="62" y="219"/>
                                    </a:lnTo>
                                    <a:lnTo>
                                      <a:pt x="81" y="219"/>
                                    </a:lnTo>
                                    <a:lnTo>
                                      <a:pt x="99" y="219"/>
                                    </a:lnTo>
                                    <a:lnTo>
                                      <a:pt x="112" y="215"/>
                                    </a:lnTo>
                                    <a:lnTo>
                                      <a:pt x="118" y="211"/>
                                    </a:lnTo>
                                    <a:lnTo>
                                      <a:pt x="122" y="205"/>
                                    </a:lnTo>
                                    <a:lnTo>
                                      <a:pt x="124" y="201"/>
                                    </a:lnTo>
                                    <a:lnTo>
                                      <a:pt x="126" y="193"/>
                                    </a:lnTo>
                                    <a:lnTo>
                                      <a:pt x="124" y="186"/>
                                    </a:lnTo>
                                    <a:lnTo>
                                      <a:pt x="120" y="178"/>
                                    </a:lnTo>
                                    <a:lnTo>
                                      <a:pt x="114" y="172"/>
                                    </a:lnTo>
                                    <a:lnTo>
                                      <a:pt x="106" y="168"/>
                                    </a:lnTo>
                                    <a:lnTo>
                                      <a:pt x="85" y="161"/>
                                    </a:lnTo>
                                    <a:lnTo>
                                      <a:pt x="64" y="155"/>
                                    </a:lnTo>
                                    <a:lnTo>
                                      <a:pt x="41" y="145"/>
                                    </a:lnTo>
                                    <a:lnTo>
                                      <a:pt x="29" y="139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12" y="122"/>
                                    </a:lnTo>
                                    <a:lnTo>
                                      <a:pt x="6" y="110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2" y="69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8" y="48"/>
                                    </a:lnTo>
                                    <a:lnTo>
                                      <a:pt x="12" y="40"/>
                                    </a:lnTo>
                                    <a:lnTo>
                                      <a:pt x="17" y="33"/>
                                    </a:lnTo>
                                    <a:lnTo>
                                      <a:pt x="23" y="27"/>
                                    </a:lnTo>
                                    <a:lnTo>
                                      <a:pt x="39" y="15"/>
                                    </a:lnTo>
                                    <a:lnTo>
                                      <a:pt x="56" y="7"/>
                                    </a:lnTo>
                                    <a:lnTo>
                                      <a:pt x="75" y="4"/>
                                    </a:lnTo>
                                    <a:lnTo>
                                      <a:pt x="97" y="0"/>
                                    </a:lnTo>
                                    <a:lnTo>
                                      <a:pt x="1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6" name="Freeform 221"/>
                            <wps:cNvSpPr>
                              <a:spLocks/>
                            </wps:cNvSpPr>
                            <wps:spPr bwMode="auto">
                              <a:xfrm>
                                <a:off x="0" y="178544"/>
                                <a:ext cx="100291" cy="136416"/>
                              </a:xfrm>
                              <a:custGeom>
                                <a:avLst/>
                                <a:gdLst>
                                  <a:gd name="T0" fmla="*/ 116 w 201"/>
                                  <a:gd name="T1" fmla="*/ 0 h 271"/>
                                  <a:gd name="T2" fmla="*/ 170 w 201"/>
                                  <a:gd name="T3" fmla="*/ 4 h 271"/>
                                  <a:gd name="T4" fmla="*/ 180 w 201"/>
                                  <a:gd name="T5" fmla="*/ 64 h 271"/>
                                  <a:gd name="T6" fmla="*/ 166 w 201"/>
                                  <a:gd name="T7" fmla="*/ 58 h 271"/>
                                  <a:gd name="T8" fmla="*/ 137 w 201"/>
                                  <a:gd name="T9" fmla="*/ 52 h 271"/>
                                  <a:gd name="T10" fmla="*/ 122 w 201"/>
                                  <a:gd name="T11" fmla="*/ 52 h 271"/>
                                  <a:gd name="T12" fmla="*/ 91 w 201"/>
                                  <a:gd name="T13" fmla="*/ 54 h 271"/>
                                  <a:gd name="T14" fmla="*/ 77 w 201"/>
                                  <a:gd name="T15" fmla="*/ 62 h 271"/>
                                  <a:gd name="T16" fmla="*/ 73 w 201"/>
                                  <a:gd name="T17" fmla="*/ 75 h 271"/>
                                  <a:gd name="T18" fmla="*/ 73 w 201"/>
                                  <a:gd name="T19" fmla="*/ 81 h 271"/>
                                  <a:gd name="T20" fmla="*/ 85 w 201"/>
                                  <a:gd name="T21" fmla="*/ 93 h 271"/>
                                  <a:gd name="T22" fmla="*/ 114 w 201"/>
                                  <a:gd name="T23" fmla="*/ 102 h 271"/>
                                  <a:gd name="T24" fmla="*/ 160 w 201"/>
                                  <a:gd name="T25" fmla="*/ 120 h 271"/>
                                  <a:gd name="T26" fmla="*/ 180 w 201"/>
                                  <a:gd name="T27" fmla="*/ 133 h 271"/>
                                  <a:gd name="T28" fmla="*/ 195 w 201"/>
                                  <a:gd name="T29" fmla="*/ 155 h 271"/>
                                  <a:gd name="T30" fmla="*/ 201 w 201"/>
                                  <a:gd name="T31" fmla="*/ 184 h 271"/>
                                  <a:gd name="T32" fmla="*/ 199 w 201"/>
                                  <a:gd name="T33" fmla="*/ 197 h 271"/>
                                  <a:gd name="T34" fmla="*/ 195 w 201"/>
                                  <a:gd name="T35" fmla="*/ 219 h 271"/>
                                  <a:gd name="T36" fmla="*/ 185 w 201"/>
                                  <a:gd name="T37" fmla="*/ 236 h 271"/>
                                  <a:gd name="T38" fmla="*/ 172 w 201"/>
                                  <a:gd name="T39" fmla="*/ 250 h 271"/>
                                  <a:gd name="T40" fmla="*/ 147 w 201"/>
                                  <a:gd name="T41" fmla="*/ 263 h 271"/>
                                  <a:gd name="T42" fmla="*/ 104 w 201"/>
                                  <a:gd name="T43" fmla="*/ 271 h 271"/>
                                  <a:gd name="T44" fmla="*/ 81 w 201"/>
                                  <a:gd name="T45" fmla="*/ 271 h 271"/>
                                  <a:gd name="T46" fmla="*/ 43 w 201"/>
                                  <a:gd name="T47" fmla="*/ 269 h 271"/>
                                  <a:gd name="T48" fmla="*/ 4 w 201"/>
                                  <a:gd name="T49" fmla="*/ 259 h 271"/>
                                  <a:gd name="T50" fmla="*/ 10 w 201"/>
                                  <a:gd name="T51" fmla="*/ 201 h 271"/>
                                  <a:gd name="T52" fmla="*/ 43 w 201"/>
                                  <a:gd name="T53" fmla="*/ 215 h 271"/>
                                  <a:gd name="T54" fmla="*/ 81 w 201"/>
                                  <a:gd name="T55" fmla="*/ 219 h 271"/>
                                  <a:gd name="T56" fmla="*/ 99 w 201"/>
                                  <a:gd name="T57" fmla="*/ 219 h 271"/>
                                  <a:gd name="T58" fmla="*/ 118 w 201"/>
                                  <a:gd name="T59" fmla="*/ 211 h 271"/>
                                  <a:gd name="T60" fmla="*/ 124 w 201"/>
                                  <a:gd name="T61" fmla="*/ 201 h 271"/>
                                  <a:gd name="T62" fmla="*/ 126 w 201"/>
                                  <a:gd name="T63" fmla="*/ 193 h 271"/>
                                  <a:gd name="T64" fmla="*/ 120 w 201"/>
                                  <a:gd name="T65" fmla="*/ 178 h 271"/>
                                  <a:gd name="T66" fmla="*/ 106 w 201"/>
                                  <a:gd name="T67" fmla="*/ 168 h 271"/>
                                  <a:gd name="T68" fmla="*/ 64 w 201"/>
                                  <a:gd name="T69" fmla="*/ 155 h 271"/>
                                  <a:gd name="T70" fmla="*/ 29 w 201"/>
                                  <a:gd name="T71" fmla="*/ 139 h 271"/>
                                  <a:gd name="T72" fmla="*/ 12 w 201"/>
                                  <a:gd name="T73" fmla="*/ 122 h 271"/>
                                  <a:gd name="T74" fmla="*/ 2 w 201"/>
                                  <a:gd name="T75" fmla="*/ 97 h 271"/>
                                  <a:gd name="T76" fmla="*/ 0 w 201"/>
                                  <a:gd name="T77" fmla="*/ 81 h 271"/>
                                  <a:gd name="T78" fmla="*/ 4 w 201"/>
                                  <a:gd name="T79" fmla="*/ 58 h 271"/>
                                  <a:gd name="T80" fmla="*/ 12 w 201"/>
                                  <a:gd name="T81" fmla="*/ 40 h 271"/>
                                  <a:gd name="T82" fmla="*/ 23 w 201"/>
                                  <a:gd name="T83" fmla="*/ 27 h 271"/>
                                  <a:gd name="T84" fmla="*/ 56 w 201"/>
                                  <a:gd name="T85" fmla="*/ 7 h 271"/>
                                  <a:gd name="T86" fmla="*/ 97 w 201"/>
                                  <a:gd name="T87" fmla="*/ 0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01" h="271">
                                    <a:moveTo>
                                      <a:pt x="116" y="0"/>
                                    </a:moveTo>
                                    <a:lnTo>
                                      <a:pt x="116" y="0"/>
                                    </a:lnTo>
                                    <a:lnTo>
                                      <a:pt x="153" y="2"/>
                                    </a:lnTo>
                                    <a:lnTo>
                                      <a:pt x="170" y="4"/>
                                    </a:lnTo>
                                    <a:lnTo>
                                      <a:pt x="185" y="7"/>
                                    </a:lnTo>
                                    <a:lnTo>
                                      <a:pt x="180" y="64"/>
                                    </a:lnTo>
                                    <a:lnTo>
                                      <a:pt x="166" y="58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37" y="52"/>
                                    </a:lnTo>
                                    <a:lnTo>
                                      <a:pt x="122" y="52"/>
                                    </a:lnTo>
                                    <a:lnTo>
                                      <a:pt x="106" y="52"/>
                                    </a:lnTo>
                                    <a:lnTo>
                                      <a:pt x="91" y="54"/>
                                    </a:lnTo>
                                    <a:lnTo>
                                      <a:pt x="83" y="56"/>
                                    </a:lnTo>
                                    <a:lnTo>
                                      <a:pt x="77" y="62"/>
                                    </a:lnTo>
                                    <a:lnTo>
                                      <a:pt x="73" y="67"/>
                                    </a:lnTo>
                                    <a:lnTo>
                                      <a:pt x="73" y="75"/>
                                    </a:lnTo>
                                    <a:lnTo>
                                      <a:pt x="73" y="81"/>
                                    </a:lnTo>
                                    <a:lnTo>
                                      <a:pt x="79" y="87"/>
                                    </a:lnTo>
                                    <a:lnTo>
                                      <a:pt x="85" y="93"/>
                                    </a:lnTo>
                                    <a:lnTo>
                                      <a:pt x="93" y="97"/>
                                    </a:lnTo>
                                    <a:lnTo>
                                      <a:pt x="114" y="102"/>
                                    </a:lnTo>
                                    <a:lnTo>
                                      <a:pt x="137" y="110"/>
                                    </a:lnTo>
                                    <a:lnTo>
                                      <a:pt x="160" y="120"/>
                                    </a:lnTo>
                                    <a:lnTo>
                                      <a:pt x="170" y="126"/>
                                    </a:lnTo>
                                    <a:lnTo>
                                      <a:pt x="180" y="133"/>
                                    </a:lnTo>
                                    <a:lnTo>
                                      <a:pt x="189" y="143"/>
                                    </a:lnTo>
                                    <a:lnTo>
                                      <a:pt x="195" y="155"/>
                                    </a:lnTo>
                                    <a:lnTo>
                                      <a:pt x="199" y="168"/>
                                    </a:lnTo>
                                    <a:lnTo>
                                      <a:pt x="201" y="184"/>
                                    </a:lnTo>
                                    <a:lnTo>
                                      <a:pt x="199" y="197"/>
                                    </a:lnTo>
                                    <a:lnTo>
                                      <a:pt x="197" y="209"/>
                                    </a:lnTo>
                                    <a:lnTo>
                                      <a:pt x="195" y="219"/>
                                    </a:lnTo>
                                    <a:lnTo>
                                      <a:pt x="191" y="228"/>
                                    </a:lnTo>
                                    <a:lnTo>
                                      <a:pt x="185" y="236"/>
                                    </a:lnTo>
                                    <a:lnTo>
                                      <a:pt x="180" y="244"/>
                                    </a:lnTo>
                                    <a:lnTo>
                                      <a:pt x="172" y="250"/>
                                    </a:lnTo>
                                    <a:lnTo>
                                      <a:pt x="164" y="254"/>
                                    </a:lnTo>
                                    <a:lnTo>
                                      <a:pt x="147" y="263"/>
                                    </a:lnTo>
                                    <a:lnTo>
                                      <a:pt x="126" y="267"/>
                                    </a:lnTo>
                                    <a:lnTo>
                                      <a:pt x="104" y="271"/>
                                    </a:lnTo>
                                    <a:lnTo>
                                      <a:pt x="81" y="271"/>
                                    </a:lnTo>
                                    <a:lnTo>
                                      <a:pt x="64" y="271"/>
                                    </a:lnTo>
                                    <a:lnTo>
                                      <a:pt x="43" y="269"/>
                                    </a:lnTo>
                                    <a:lnTo>
                                      <a:pt x="21" y="265"/>
                                    </a:lnTo>
                                    <a:lnTo>
                                      <a:pt x="4" y="259"/>
                                    </a:lnTo>
                                    <a:lnTo>
                                      <a:pt x="10" y="201"/>
                                    </a:lnTo>
                                    <a:lnTo>
                                      <a:pt x="25" y="209"/>
                                    </a:lnTo>
                                    <a:lnTo>
                                      <a:pt x="43" y="215"/>
                                    </a:lnTo>
                                    <a:lnTo>
                                      <a:pt x="62" y="219"/>
                                    </a:lnTo>
                                    <a:lnTo>
                                      <a:pt x="81" y="219"/>
                                    </a:lnTo>
                                    <a:lnTo>
                                      <a:pt x="99" y="219"/>
                                    </a:lnTo>
                                    <a:lnTo>
                                      <a:pt x="112" y="215"/>
                                    </a:lnTo>
                                    <a:lnTo>
                                      <a:pt x="118" y="211"/>
                                    </a:lnTo>
                                    <a:lnTo>
                                      <a:pt x="122" y="205"/>
                                    </a:lnTo>
                                    <a:lnTo>
                                      <a:pt x="124" y="201"/>
                                    </a:lnTo>
                                    <a:lnTo>
                                      <a:pt x="126" y="193"/>
                                    </a:lnTo>
                                    <a:lnTo>
                                      <a:pt x="124" y="186"/>
                                    </a:lnTo>
                                    <a:lnTo>
                                      <a:pt x="120" y="178"/>
                                    </a:lnTo>
                                    <a:lnTo>
                                      <a:pt x="114" y="172"/>
                                    </a:lnTo>
                                    <a:lnTo>
                                      <a:pt x="106" y="168"/>
                                    </a:lnTo>
                                    <a:lnTo>
                                      <a:pt x="85" y="161"/>
                                    </a:lnTo>
                                    <a:lnTo>
                                      <a:pt x="64" y="155"/>
                                    </a:lnTo>
                                    <a:lnTo>
                                      <a:pt x="41" y="145"/>
                                    </a:lnTo>
                                    <a:lnTo>
                                      <a:pt x="29" y="139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12" y="122"/>
                                    </a:lnTo>
                                    <a:lnTo>
                                      <a:pt x="6" y="110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2" y="69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8" y="48"/>
                                    </a:lnTo>
                                    <a:lnTo>
                                      <a:pt x="12" y="40"/>
                                    </a:lnTo>
                                    <a:lnTo>
                                      <a:pt x="17" y="33"/>
                                    </a:lnTo>
                                    <a:lnTo>
                                      <a:pt x="23" y="27"/>
                                    </a:lnTo>
                                    <a:lnTo>
                                      <a:pt x="39" y="15"/>
                                    </a:lnTo>
                                    <a:lnTo>
                                      <a:pt x="56" y="7"/>
                                    </a:lnTo>
                                    <a:lnTo>
                                      <a:pt x="75" y="4"/>
                                    </a:lnTo>
                                    <a:lnTo>
                                      <a:pt x="97" y="0"/>
                                    </a:lnTo>
                                    <a:lnTo>
                                      <a:pt x="116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3C2D7633" id="Plátno 247" o:spid="_x0000_s1026" editas="canvas" style="width:85.05pt;height:24.8pt;mso-position-horizontal-relative:char;mso-position-vertical-relative:line" coordsize="10801,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10801;height:3149;visibility:visible;mso-wrap-style:square">
                      <v:fill o:detectmouseclick="t"/>
                      <v:path o:connecttype="none"/>
                    </v:shape>
                    <v:shape id="Freeform 210" o:spid="_x0000_s1028" style="position:absolute;left:8013;top:421;width:2788;height:2718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xfh8UA&#10;AADcAAAADwAAAGRycy9kb3ducmV2LnhtbESPQWvCQBSE70L/w/IK3nRjWkWiGwmFQk9KtYUeH9ln&#10;EpN9m+5uY/z33YLQ4zAz3zDb3Wg6MZDzjWUFi3kCgri0uuFKwcfpdbYG4QOyxs4yKbiRh13+MNli&#10;pu2V32k4hkpECPsMFdQh9JmUvqzJoJ/bnjh6Z+sMhihdJbXDa4SbTqZJspIGG44LNfb0UlPZHn+M&#10;gmH9/dxS0fhidTgl4dOZr8s+VWr6OBYbEIHG8B++t9+0gvRpCX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7F+HxQAAANwAAAAPAAAAAAAAAAAAAAAAAJgCAABkcnMv&#10;ZG93bnJldi54bWxQSwUGAAAAAAQABAD1AAAAigMAAAAA&#10;" path="m444,423r,54l112,477r,-54l276,256,444,423xm556,181r-203,l485,49,436,4,276,165,114,,69,47,201,181,,181r,62l201,243,46,396r,147l508,543r,-147l353,243r203,l556,181xe" fillcolor="black" stroked="f">
                      <v:path arrowok="t" o:connecttype="custom" o:connectlocs="222646,211756;222646,238789;56163,238789;56163,211756;138402,128155;222646,211756;278809,90610;177014,90610;243206,24530;218634,2002;138402,82600;57166,0;34600,23528;100792,90610;0,90610;0,121647;100792,121647;23067,198240;23067,271829;254739,271829;254739,198240;177014,121647;278809,121647;278809,90610" o:connectangles="0,0,0,0,0,0,0,0,0,0,0,0,0,0,0,0,0,0,0,0,0,0,0,0"/>
                      <o:lock v:ext="edit" verticies="t"/>
                    </v:shape>
                    <v:shape id="Freeform 211" o:spid="_x0000_s1029" style="position:absolute;left:9076;width:662;height:662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+QMQA&#10;AADcAAAADwAAAGRycy9kb3ducmV2LnhtbESPQYvCMBSE7wv+h/AEb2uqi7JUo4giLCwe1L14ezTP&#10;Ntq8lCa2dX+9EQSPw8x8w8yXnS1FQ7U3jhWMhgkI4sxpw7mCv+P28xuED8gaS8ek4E4elovexxxT&#10;7VreU3MIuYgQ9ikqKEKoUil9VpBFP3QVcfTOrrYYoqxzqWtsI9yWcpwkU2nRcFwosKJ1Qdn1cLMK&#10;THu8TU7/eFmb0841v81ukydaqUG/W81ABOrCO/xq/2gF468pPM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efkD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      <v:path arrowok="t" o:connecttype="custom" o:connectlocs="66192,33101;66192,33101;65687,39621;63666,46642;60634,51658;56592,56171;52044,60184;45981,64196;39917,66202;33349,66202;33349,66202;26275,66202;20717,64196;14653,60184;9600,56171;6063,51658;3032,46642;1011,39621;0,33101;0,33101;1011,26080;3032,20563;6063,14544;9600,9529;14653,6018;20717,3009;26275,1003;33349,0;33349,0;39917,1003;45981,3009;52044,6018;56592,9529;60634,14544;63666,20563;65687,26080;66192,33101" o:connectangles="0,0,0,0,0,0,0,0,0,0,0,0,0,0,0,0,0,0,0,0,0,0,0,0,0,0,0,0,0,0,0,0,0,0,0,0,0"/>
                    </v:shape>
                    <v:shape id="Freeform 212" o:spid="_x0000_s1030" style="position:absolute;left:9076;width:662;height:662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RdUcUA&#10;AADcAAAADwAAAGRycy9kb3ducmV2LnhtbESP0WrCQBRE34X+w3ILfTMbFWqJrqKlxfqimPoB1+w1&#10;CWbvptk1iX/fFQQfh5k5w8yXvalES40rLSsYRTEI4szqknMFx9/v4QcI55E1VpZJwY0cLBcvgzkm&#10;2nZ8oDb1uQgQdgkqKLyvEyldVpBBF9maOHhn2xj0QTa51A12AW4qOY7jd2mw5LBQYE2fBWWX9GoU&#10;bPLLdb1r02obn+zX39pvbt1+otTba7+agfDU+2f40f7RCsaTKd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JF1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      <v:path arrowok="t" o:connecttype="custom" o:connectlocs="66192,33101;66192,33101;65687,39621;63666,46642;60634,51658;56592,56171;52044,60184;45981,64196;39917,66202;33349,66202;33349,66202;26275,66202;20717,64196;14653,60184;9600,56171;6063,51658;3032,46642;1011,39621;0,33101;0,33101;1011,26080;3032,20563;6063,14544;9600,9529;14653,6018;20717,3009;26275,1003;33349,0;33349,0;39917,1003;45981,3009;52044,6018;56592,9529;60634,14544;63666,20563;65687,26080;66192,33101" o:connectangles="0,0,0,0,0,0,0,0,0,0,0,0,0,0,0,0,0,0,0,0,0,0,0,0,0,0,0,0,0,0,0,0,0,0,0,0,0"/>
                    </v:shape>
                    <v:shape id="Freeform 213" o:spid="_x0000_s1031" style="position:absolute;left:6017;top:1785;width:1334;height:1364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QWzcIA&#10;AADcAAAADwAAAGRycy9kb3ducmV2LnhtbERPz2vCMBS+D/wfwhN2W9MpTOmMMkYLOw1WBfH2aJ5N&#10;XfNSmlRb/3pzGOz48f3e7Ebbiiv1vnGs4DVJQRBXTjdcKzjsi5c1CB+QNbaOScFEHnbb2dMGM+1u&#10;/EPXMtQihrDPUIEJocuk9JUhiz5xHXHkzq63GCLsa6l7vMVw28pFmr5Jiw3HBoMdfRqqfsvBKiia&#10;Q5tPy+/L5TSQObq8PK/uk1LP8/HjHUSgMfyL/9xfWsFiGdfGM/EI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BbNwgAAANw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      <v:path arrowok="t" o:connecttype="custom" o:connectlocs="66694,0;81236,1007;94775,3524;106308,9564;115836,17618;123859,27183;128874,38760;131381,52352;133387,67956;130378,90608;126868,103193;119848,113764;111323,122825;101795,129369;88758,134402;74215,136416;66694,136416;51148,135409;37609,132389;26076,126852;16548,118798;9528,108227;3510,96649;1003,83561;0,67956;2006,45808;6519,33223;12536,22149;21061,13591;31592,6544;44629,2014;58169,0;66694,110240;73212,110240;85247,103193;91766,91615;94775,76010;95778,67956;93772,51345;88758,37754;80233,29196;66694,26176;59172,26176;47137,33223;39615,44801;36606,59399;35603,67956;37609,83561;42624,97152;52151,107220;66694,110240" o:connectangles="0,0,0,0,0,0,0,0,0,0,0,0,0,0,0,0,0,0,0,0,0,0,0,0,0,0,0,0,0,0,0,0,0,0,0,0,0,0,0,0,0,0,0,0,0,0,0,0,0,0,0"/>
                      <o:lock v:ext="edit" verticies="t"/>
                    </v:shape>
                    <v:shape id="Freeform 214" o:spid="_x0000_s1032" style="position:absolute;left:6017;top:1785;width:1334;height:1364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ZPMYA&#10;AADcAAAADwAAAGRycy9kb3ducmV2LnhtbESPQWsCMRSE7wX/Q3hCbzVbLWJXoxSLopeCWvD63Lxu&#10;tt28LEm6u/XXN4WCx2FmvmEWq97WoiUfKscKHkcZCOLC6YpLBe+nzcMMRIjIGmvHpOCHAqyWg7sF&#10;5tp1fKD2GEuRIBxyVGBibHIpQ2HIYhi5hjh5H85bjEn6UmqPXYLbWo6zbCotVpwWDDa0NlR8Hb+t&#10;gnPXv/m9bl+v2/3ndH2yl6eruSh1P+xf5iAi9fEW/m/vtILx5Bn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jZP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      <v:path arrowok="t" o:connecttype="custom" o:connectlocs="66694,0;81236,1007;94775,3524;106308,9564;115836,17618;123859,27183;128874,38760;131381,52352;133387,67956;130378,90608;126868,103193;119848,113764;111323,122825;101795,129369;88758,134402;74215,136416;66694,136416;51148,135409;37609,132389;26076,126852;16548,118798;9528,108227;3510,96649;1003,83561;0,67956;2006,45808;6519,33223;12536,22149;21061,13591;31592,6544;44629,2014;58169,0" o:connectangles="0,0,0,0,0,0,0,0,0,0,0,0,0,0,0,0,0,0,0,0,0,0,0,0,0,0,0,0,0,0,0,0"/>
                    </v:shape>
                    <v:shape id="Freeform 215" o:spid="_x0000_s1033" style="position:absolute;left:6378;top:2046;width:592;height:842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n4icIA&#10;AADcAAAADwAAAGRycy9kb3ducmV2LnhtbERPy2rCQBTdC/7DcAV3ZuIDkdRRRCwqXZkKxd0lc5uk&#10;ydxJM2OS/n1nUejycN7b/WBq0VHrSssK5lEMgjizuuRcwf39dbYB4TyyxtoyKfghB/vdeLTFRNue&#10;b9SlPhchhF2CCgrvm0RKlxVk0EW2IQ7cp20N+gDbXOoW+xBuarmI47U0WHJoKLChY0FZlT6NgvPX&#10;t/Efj3wpz49rXaV91Z3eYqWmk+HwAsLT4P/Ff+6LVrBYhf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2fiJ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      <v:path arrowok="t" o:connecttype="custom" o:connectlocs="30572,84257;30572,84257;36983,84257;43886,81230;48817,77194;52269,71139;55227,65589;57200,57517;58186,49949;59172,41876;59172,41876;58186,33299;57200,25227;55227,18668;52269,11604;48817,7063;43886,3027;36983,0;30572,0;30572,0;23176,0;16272,3027;11341,7063;6903,11604;3945,18668;1972,25227;986,33299;0,41876;0,41876;986,49949;1972,57517;3945,65589;6903,71139;11341,77194;16272,81230;23176,84257;30572,84257" o:connectangles="0,0,0,0,0,0,0,0,0,0,0,0,0,0,0,0,0,0,0,0,0,0,0,0,0,0,0,0,0,0,0,0,0,0,0,0,0"/>
                    </v:shape>
                    <v:shape id="Freeform 216" o:spid="_x0000_s1034" style="position:absolute;left:4603;top:1785;width:1163;height:1364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FNcUA&#10;AADcAAAADwAAAGRycy9kb3ducmV2LnhtbESPQWvCQBSE74X+h+UVvIhuTCWU6CoqKFKwUCueH9ln&#10;EpJ9G3ZXjf++WxB6HGbmG2a+7E0rbuR8bVnBZJyAIC6srrlUcPrZjj5A+ICssbVMCh7kYbl4fZlj&#10;ru2dv+l2DKWIEPY5KqhC6HIpfVGRQT+2HXH0LtYZDFG6UmqH9wg3rUyTJJMGa44LFXa0qahojlej&#10;4PB1ynbvzWe2O/fD0GzdNT2sh0oN3vrVDESgPvyHn+29VpBOJ/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UU1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      <v:path arrowok="t" o:connecttype="custom" o:connectlocs="77559,0;97200,1007;113820,34733;104755,31210;87128,26176;78566,26176;61946,29196;48348,37754;39787,50338;36765,67956;37772,78024;43816,93629;56406,104200;72019,110240;81588,110240;99215,108227;115834,103193;116338,130375;100222,135409;77559,136416;63961,136416;43816,131382;30721,125845;20145,116784;10576,107220;3525,93629;1007,77017;0,67956;1511,51345;5540,37754;13598,26176;22160,16612;33743,8557;46334,3524;60939,1007" o:connectangles="0,0,0,0,0,0,0,0,0,0,0,0,0,0,0,0,0,0,0,0,0,0,0,0,0,0,0,0,0,0,0,0,0,0,0"/>
                    </v:shape>
                    <v:shape id="Freeform 217" o:spid="_x0000_s1035" style="position:absolute;left:4603;top:1785;width:1163;height:1364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MwsUA&#10;AADcAAAADwAAAGRycy9kb3ducmV2LnhtbESPQWvCQBSE7wX/w/KE3urGYItEVxFFkR4KRsHrI/vM&#10;RrNvQ3YbY399t1DwOMzMN8x82dtadNT6yrGC8SgBQVw4XXGp4HTcvk1B+ICssXZMCh7kYbkYvMwx&#10;0+7OB+ryUIoIYZ+hAhNCk0npC0MW/cg1xNG7uNZiiLItpW7xHuG2lmmSfEiLFccFgw2tDRW3/Nsq&#10;2K1NPTkfTvyz2X1x87npru95p9TrsF/NQATqwzP8395rBekkhb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HEzC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      <v:path arrowok="t" o:connecttype="custom" o:connectlocs="77559,0;97200,1007;113820,34733;104755,31210;87128,26176;78566,26176;61946,29196;48348,37754;39787,50338;36765,67956;37772,78024;43816,93629;56406,104200;72019,110240;81588,110240;99215,108227;115834,103193;116338,130375;100222,135409;77559,136416;63961,136416;43816,131382;30721,125845;20145,116784;10576,107220;3525,93629;1007,77017;0,67956;1511,51345;5540,37754;13598,26176;22160,16612;33743,8557;46334,3524;60939,1007" o:connectangles="0,0,0,0,0,0,0,0,0,0,0,0,0,0,0,0,0,0,0,0,0,0,0,0,0,0,0,0,0,0,0,0,0,0,0"/>
                    </v:shape>
                    <v:shape id="Freeform 218" o:spid="_x0000_s1036" style="position:absolute;left:3379;top:1795;width:953;height:1344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Yc4s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NBnD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Yc4sMAAADcAAAADwAAAAAAAAAAAAAAAACYAgAAZHJzL2Rv&#10;d25yZXYueG1sUEsFBgAAAAAEAAQA9QAAAIgDAAAAAA==&#10;" path="m,l186,r,50l68,50r,54l178,104r,53l68,157r,58l190,215r,52l,267,,xe" fillcolor="black" stroked="f">
                      <v:path arrowok="t" o:connecttype="custom" o:connectlocs="0,0;93271,0;93271,25170;34099,25170;34099,52354;89260,52354;89260,79035;34099,79035;34099,108233;95277,108233;95277,134410;0,134410;0,0" o:connectangles="0,0,0,0,0,0,0,0,0,0,0,0,0"/>
                    </v:shape>
                    <v:shape id="Freeform 219" o:spid="_x0000_s1037" style="position:absolute;left:1243;top:1795;width:1866;height:1344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rFPsYA&#10;AADcAAAADwAAAGRycy9kb3ducmV2LnhtbESPUWvCQBCE3wv+h2MFX4peKqFI6ikqlbZIobGlz0tu&#10;TYK5vZDbavTXe4VCH4eZ+YaZL3vXqBN1ofZs4GGSgCIuvK25NPD1uR3PQAVBtth4JgMXCrBcDO7m&#10;mFl/5pxOeylVhHDI0EAl0mZah6Iih2HiW+LoHXznUKLsSm07PEe4a/Q0SR61w5rjQoUtbSoqjvsf&#10;Z+D5cs3fPq7337tEXvJ3Wq+1pL0xo2G/egIl1Mt/+K/9ag1M0xR+z8Qj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rFPsYAAADcAAAADwAAAAAAAAAAAAAAAACYAgAAZHJz&#10;L2Rvd25yZXYueG1sUEsFBgAAAAAEAAQA9QAAAIsDAAAAAA==&#10;" path="m,l72,r33,203l107,203,141,r91,l269,203,304,r69,l311,267r-89,l186,62,151,267r-93,l,xe" fillcolor="black" stroked="f">
                      <v:path arrowok="t" o:connecttype="custom" o:connectlocs="0,0;36008,0;52512,102192;53512,102192;70515,0;116026,0;134530,102192;152033,0;186541,0;155534,134410;111024,134410;93020,31211;75517,134410;29006,134410;0,0" o:connectangles="0,0,0,0,0,0,0,0,0,0,0,0,0,0,0"/>
                    </v:shape>
                    <v:shape id="Freeform 220" o:spid="_x0000_s1038" style="position:absolute;top:1785;width:1002;height:1364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6m58QA&#10;AADcAAAADwAAAGRycy9kb3ducmV2LnhtbESPQWvCQBSE7wX/w/IEb3VjUFtSVykFUTwU1BR6fGRf&#10;s9Hs25hdNf57tyB4HGa+GWa26GwtLtT6yrGC0TABQVw4XXGpIN8vX99B+ICssXZMCm7kYTHvvcww&#10;0+7KW7rsQiliCfsMFZgQmkxKXxiy6IeuIY7en2sthijbUuoWr7Hc1jJNkqm0WHFcMNjQl6HiuDtb&#10;BSnJQ24nq7dpQt3Pr0xPh2+zUWrQ7z4/QATqwjP8oNc6cuMJ/J+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upuf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      <v:path arrowok="t" o:connecttype="custom" o:connectlocs="57879,0;84823,2014;89813,32216;82827,29196;68358,26176;60873,26176;45405,27183;38420,31210;36424,37754;36424,40774;42412,46814;56881,51345;79834,60406;89813,66950;97297,78024;100291,92622;99293,99166;97297,110240;92308,118798;85821,125845;73347,132389;51892,136416;40416,136416;21455,135409;1996,130375;4990,101179;21455,108227;40416,110240;49397,110240;58877,106213;61871,101179;62869,97152;59875,89602;52890,84568;31933,78024;14470,69970;5988,61412;998,48828;0,40774;1996,29196;5988,20135;11476,13591;27942,3524;48399,0" o:connectangles="0,0,0,0,0,0,0,0,0,0,0,0,0,0,0,0,0,0,0,0,0,0,0,0,0,0,0,0,0,0,0,0,0,0,0,0,0,0,0,0,0,0,0,0"/>
                    </v:shape>
                    <v:shape id="Freeform 221" o:spid="_x0000_s1039" style="position:absolute;top:1785;width:1002;height:1364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C9cMA&#10;AADcAAAADwAAAGRycy9kb3ducmV2LnhtbESPQYvCMBSE7wv+h/AEL6LpyiJSjaKygketXrw9m2db&#10;bF5KE9vqrzcLwh6HmfmGWaw6U4qGaldYVvA9jkAQp1YXnCk4n3ajGQjnkTWWlknBkxyslr2vBcba&#10;tnykJvGZCBB2MSrIva9iKV2ak0E3thVx8G62NuiDrDOpa2wD3JRyEkVTabDgsJBjRduc0nvyMAoe&#10;Q5dsr/owvHRNqn9fm7YtXmulBv1uPQfhqfP/4U97rxVMfqbwdyYc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jC9cMAAADc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      <v:path arrowok="t" o:connecttype="custom" o:connectlocs="57879,0;84823,2014;89813,32216;82827,29196;68358,26176;60873,26176;45405,27183;38420,31210;36424,37754;36424,40774;42412,46814;56881,51345;79834,60406;89813,66950;97297,78024;100291,92622;99293,99166;97297,110240;92308,118798;85821,125845;73347,132389;51892,136416;40416,136416;21455,135409;1996,130375;4990,101179;21455,108227;40416,110240;49397,110240;58877,106213;61871,101179;62869,97152;59875,89602;52890,84568;31933,78024;14470,69970;5988,61412;998,48828;0,40774;1996,29196;5988,20135;11476,13591;27942,3524;48399,0" o:connectangles="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835" w:type="dxa"/>
          <w:tcMar>
            <w:left w:w="113" w:type="dxa"/>
            <w:bottom w:w="113" w:type="dxa"/>
          </w:tcMar>
          <w:vAlign w:val="bottom"/>
        </w:tcPr>
        <w:p w14:paraId="2C4AEE8B" w14:textId="77777777" w:rsidR="00130FFB" w:rsidRPr="0037186F" w:rsidRDefault="00130FFB" w:rsidP="00FE031B">
          <w:pPr>
            <w:jc w:val="center"/>
            <w:rPr>
              <w:color w:val="000000" w:themeColor="text1"/>
              <w:sz w:val="12"/>
            </w:rPr>
          </w:pPr>
        </w:p>
      </w:tc>
    </w:tr>
    <w:tr w:rsidR="00130FFB" w:rsidRPr="00AA14F6" w14:paraId="2D3D0C10" w14:textId="77777777" w:rsidTr="006D3A70">
      <w:trPr>
        <w:trHeight w:val="227"/>
        <w:jc w:val="center"/>
      </w:trPr>
      <w:tc>
        <w:tcPr>
          <w:tcW w:w="2834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tcMar>
            <w:top w:w="57" w:type="dxa"/>
            <w:left w:w="113" w:type="dxa"/>
          </w:tcMar>
          <w:vAlign w:val="bottom"/>
        </w:tcPr>
        <w:p w14:paraId="1E8CE1BF" w14:textId="77777777" w:rsidR="00130FFB" w:rsidRPr="0037186F" w:rsidRDefault="00130FFB" w:rsidP="0037186F">
          <w:pPr>
            <w:jc w:val="left"/>
            <w:rPr>
              <w:color w:val="000000" w:themeColor="text1"/>
              <w:sz w:val="12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tcMar>
            <w:top w:w="57" w:type="dxa"/>
            <w:left w:w="113" w:type="dxa"/>
          </w:tcMar>
          <w:vAlign w:val="bottom"/>
        </w:tcPr>
        <w:p w14:paraId="1DBD2764" w14:textId="1741E603" w:rsidR="00130FFB" w:rsidRPr="008A758D" w:rsidRDefault="00130FFB" w:rsidP="0037186F">
          <w:pPr>
            <w:jc w:val="left"/>
            <w:rPr>
              <w:b/>
              <w:color w:val="000000" w:themeColor="text1"/>
              <w:w w:val="102"/>
              <w:sz w:val="22"/>
              <w:szCs w:val="22"/>
            </w:rPr>
          </w:pPr>
          <w:proofErr w:type="spellStart"/>
          <w:r w:rsidRPr="008A758D">
            <w:rPr>
              <w:b/>
              <w:color w:val="000000" w:themeColor="text1"/>
              <w:w w:val="102"/>
              <w:sz w:val="22"/>
              <w:szCs w:val="22"/>
            </w:rPr>
            <w:t>Sweco</w:t>
          </w:r>
          <w:proofErr w:type="spellEnd"/>
          <w:r w:rsidRPr="008A758D">
            <w:rPr>
              <w:b/>
              <w:color w:val="000000" w:themeColor="text1"/>
              <w:w w:val="102"/>
              <w:sz w:val="22"/>
              <w:szCs w:val="22"/>
            </w:rPr>
            <w:t xml:space="preserve"> a.s.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</w:tcBorders>
          <w:tcMar>
            <w:top w:w="57" w:type="dxa"/>
            <w:left w:w="113" w:type="dxa"/>
          </w:tcMar>
          <w:vAlign w:val="bottom"/>
        </w:tcPr>
        <w:p w14:paraId="7C9CFA58" w14:textId="77777777" w:rsidR="00130FFB" w:rsidRPr="0037186F" w:rsidRDefault="00130FFB" w:rsidP="0037186F">
          <w:pPr>
            <w:jc w:val="left"/>
            <w:rPr>
              <w:color w:val="000000" w:themeColor="text1"/>
              <w:sz w:val="12"/>
            </w:rPr>
          </w:pPr>
        </w:p>
      </w:tc>
    </w:tr>
    <w:tr w:rsidR="00130FFB" w:rsidRPr="00AA14F6" w14:paraId="18C8D8B7" w14:textId="77777777" w:rsidTr="00C5703F">
      <w:trPr>
        <w:trHeight w:val="227"/>
        <w:jc w:val="center"/>
      </w:trPr>
      <w:tc>
        <w:tcPr>
          <w:tcW w:w="2834" w:type="dxa"/>
          <w:tcMar>
            <w:left w:w="113" w:type="dxa"/>
          </w:tcMar>
          <w:vAlign w:val="center"/>
        </w:tcPr>
        <w:p w14:paraId="1A0492AA" w14:textId="77777777" w:rsidR="00130FFB" w:rsidRPr="0037186F" w:rsidRDefault="00130FFB" w:rsidP="00C5703F">
          <w:pPr>
            <w:jc w:val="left"/>
            <w:rPr>
              <w:color w:val="000000" w:themeColor="text1"/>
              <w:sz w:val="12"/>
            </w:rPr>
          </w:pPr>
        </w:p>
      </w:tc>
      <w:tc>
        <w:tcPr>
          <w:tcW w:w="2835" w:type="dxa"/>
          <w:tcMar>
            <w:left w:w="113" w:type="dxa"/>
          </w:tcMar>
          <w:vAlign w:val="center"/>
        </w:tcPr>
        <w:p w14:paraId="3C7B36DC" w14:textId="77777777" w:rsidR="00110A13" w:rsidRDefault="00110A13" w:rsidP="00110A13">
          <w:pPr>
            <w:jc w:val="left"/>
            <w:rPr>
              <w:color w:val="000000" w:themeColor="text1"/>
              <w:sz w:val="12"/>
            </w:rPr>
          </w:pPr>
          <w:r>
            <w:rPr>
              <w:color w:val="000000" w:themeColor="text1"/>
              <w:sz w:val="12"/>
            </w:rPr>
            <w:t>Ústředí Praha</w:t>
          </w:r>
        </w:p>
        <w:p w14:paraId="5DF46B1D" w14:textId="77777777" w:rsidR="00110A13" w:rsidRDefault="00110A13" w:rsidP="00110A13">
          <w:pPr>
            <w:jc w:val="left"/>
            <w:rPr>
              <w:color w:val="000000" w:themeColor="text1"/>
              <w:sz w:val="12"/>
            </w:rPr>
          </w:pPr>
          <w:r>
            <w:rPr>
              <w:color w:val="000000" w:themeColor="text1"/>
              <w:sz w:val="12"/>
            </w:rPr>
            <w:t>Táborská 31, Praha 4</w:t>
          </w:r>
        </w:p>
        <w:p w14:paraId="04BE2589" w14:textId="77777777" w:rsidR="00110A13" w:rsidRDefault="00110A13" w:rsidP="00110A13">
          <w:pPr>
            <w:jc w:val="left"/>
            <w:rPr>
              <w:color w:val="000000" w:themeColor="text1"/>
              <w:sz w:val="12"/>
            </w:rPr>
          </w:pPr>
          <w:r w:rsidRPr="00DD3884">
            <w:rPr>
              <w:color w:val="000000" w:themeColor="text1"/>
              <w:sz w:val="12"/>
            </w:rPr>
            <w:t>www.sweco.cz</w:t>
          </w:r>
        </w:p>
        <w:p w14:paraId="0DB29EC3" w14:textId="77777777" w:rsidR="00130FFB" w:rsidRDefault="00130FFB" w:rsidP="00C5703F">
          <w:pPr>
            <w:jc w:val="left"/>
            <w:rPr>
              <w:color w:val="000000" w:themeColor="text1"/>
              <w:sz w:val="12"/>
            </w:rPr>
          </w:pPr>
        </w:p>
        <w:p w14:paraId="188155D7" w14:textId="77777777" w:rsidR="00130FFB" w:rsidRDefault="00130FFB" w:rsidP="00DD3884">
          <w:pPr>
            <w:jc w:val="left"/>
            <w:rPr>
              <w:bCs/>
              <w:color w:val="000000" w:themeColor="text1"/>
              <w:sz w:val="12"/>
            </w:rPr>
          </w:pPr>
          <w:r w:rsidRPr="00DD3884">
            <w:rPr>
              <w:caps/>
              <w:color w:val="000000" w:themeColor="text1"/>
              <w:sz w:val="12"/>
            </w:rPr>
            <w:t>Číslo zakázky:</w:t>
          </w:r>
          <w:r w:rsidRPr="00DD3884">
            <w:rPr>
              <w:bCs/>
              <w:color w:val="000000" w:themeColor="text1"/>
              <w:sz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528303298"/>
              <w:text/>
            </w:sdtPr>
            <w:sdtEndPr/>
            <w:sdtContent>
              <w:r w:rsidR="00B40A96">
                <w:rPr>
                  <w:caps/>
                  <w:color w:val="000000" w:themeColor="text1"/>
                  <w:sz w:val="12"/>
                  <w:szCs w:val="12"/>
                </w:rPr>
                <w:t>51 8136 01 02</w:t>
              </w:r>
            </w:sdtContent>
          </w:sdt>
          <w:r>
            <w:rPr>
              <w:caps/>
              <w:color w:val="000000" w:themeColor="text1"/>
              <w:sz w:val="12"/>
              <w:szCs w:val="12"/>
            </w:rPr>
            <w:t xml:space="preserve"> </w:t>
          </w:r>
        </w:p>
        <w:p w14:paraId="34C6D905" w14:textId="77777777" w:rsidR="00130FFB" w:rsidRPr="0037186F" w:rsidRDefault="00130FFB" w:rsidP="005C2849">
          <w:pPr>
            <w:jc w:val="left"/>
            <w:rPr>
              <w:color w:val="000000" w:themeColor="text1"/>
              <w:sz w:val="12"/>
            </w:rPr>
          </w:pPr>
          <w:r>
            <w:rPr>
              <w:caps/>
              <w:color w:val="000000" w:themeColor="text1"/>
              <w:sz w:val="12"/>
            </w:rPr>
            <w:t>Archivní číslo</w:t>
          </w:r>
          <w:r w:rsidRPr="00DD3884">
            <w:rPr>
              <w:caps/>
              <w:color w:val="000000" w:themeColor="text1"/>
              <w:sz w:val="12"/>
            </w:rPr>
            <w:t>:</w:t>
          </w:r>
          <w:r w:rsidRPr="00DD3884">
            <w:rPr>
              <w:bCs/>
              <w:color w:val="000000" w:themeColor="text1"/>
              <w:sz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</w:rPr>
              <w:alias w:val="Archivní číslo"/>
              <w:tag w:val="Poc"/>
              <w:id w:val="455455351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</w:rPr>
                <w:t>004595/19/1</w:t>
              </w:r>
            </w:sdtContent>
          </w:sdt>
        </w:p>
      </w:tc>
      <w:tc>
        <w:tcPr>
          <w:tcW w:w="2835" w:type="dxa"/>
          <w:tcMar>
            <w:left w:w="113" w:type="dxa"/>
          </w:tcMar>
          <w:vAlign w:val="center"/>
        </w:tcPr>
        <w:p w14:paraId="4B806C55" w14:textId="77777777" w:rsidR="00130FFB" w:rsidRPr="0037186F" w:rsidRDefault="00130FFB" w:rsidP="00C5703F">
          <w:pPr>
            <w:jc w:val="left"/>
            <w:rPr>
              <w:color w:val="000000" w:themeColor="text1"/>
              <w:sz w:val="12"/>
            </w:rPr>
          </w:pPr>
        </w:p>
      </w:tc>
    </w:tr>
  </w:tbl>
  <w:p w14:paraId="6C2EA42B" w14:textId="77777777" w:rsidR="00130FFB" w:rsidRDefault="00130FFB" w:rsidP="003718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CF991" w14:textId="77777777" w:rsidR="00130FFB" w:rsidRPr="00BA71A3" w:rsidRDefault="00130FFB" w:rsidP="00BA71A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30FFB" w14:paraId="3A063226" w14:textId="77777777" w:rsidTr="00837B8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EFE9A39" w14:textId="77777777" w:rsidR="00130FFB" w:rsidRDefault="00130FFB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86F89CD" w14:textId="77777777" w:rsidR="00130FFB" w:rsidRPr="00B40E75" w:rsidRDefault="00130FFB" w:rsidP="00837B8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72122F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433A7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130FFB" w14:paraId="3F980B97" w14:textId="77777777" w:rsidTr="00837B8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ABEA9E2" w14:textId="77777777" w:rsidR="00130FFB" w:rsidRDefault="00130FFB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82888485"/>
              <w:text/>
            </w:sdtPr>
            <w:sdtEndPr/>
            <w:sdtContent>
              <w:r w:rsidR="00B40A96">
                <w:rPr>
                  <w:caps/>
                  <w:color w:val="000000" w:themeColor="text1"/>
                  <w:sz w:val="12"/>
                  <w:szCs w:val="12"/>
                </w:rPr>
                <w:t>51 8136 01 02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1F8800EB" w14:textId="0CED4B2E" w:rsidR="00130FFB" w:rsidRDefault="00130FFB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881678901"/>
              <w:text/>
            </w:sdtPr>
            <w:sdtEndPr/>
            <w:sdtContent>
              <w:r w:rsidR="008B4707">
                <w:rPr>
                  <w:color w:val="000000" w:themeColor="text1"/>
                  <w:sz w:val="12"/>
                  <w:szCs w:val="12"/>
                </w:rPr>
                <w:t>j</w:t>
              </w:r>
            </w:sdtContent>
          </w:sdt>
        </w:p>
      </w:tc>
    </w:tr>
    <w:tr w:rsidR="00130FFB" w14:paraId="21BE4273" w14:textId="77777777" w:rsidTr="00837B8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47017FFD" w14:textId="77777777" w:rsidR="00130FFB" w:rsidRDefault="00130FFB" w:rsidP="00837B8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248117219"/>
              <w:text/>
            </w:sdtPr>
            <w:sdtEndPr/>
            <w:sdtContent>
              <w:r w:rsidR="0072122F">
                <w:rPr>
                  <w:color w:val="000000" w:themeColor="text1"/>
                  <w:sz w:val="12"/>
                  <w:szCs w:val="12"/>
                </w:rPr>
                <w:t>004595/19/1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F97E87A" w14:textId="77777777" w:rsidR="00130FFB" w:rsidRPr="00B40E75" w:rsidRDefault="00130FFB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963493019"/>
              <w:text/>
            </w:sdtPr>
            <w:sdtEndPr/>
            <w:sdtContent>
              <w:r w:rsidR="0072059C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1B07FD1D" w14:textId="77777777" w:rsidR="00130FFB" w:rsidRPr="00F81B53" w:rsidRDefault="00130FFB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30FFB" w14:paraId="3B26FD55" w14:textId="77777777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5E8B9D3" w14:textId="77777777" w:rsidR="00130FFB" w:rsidRDefault="00130FFB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C2D912B" w14:textId="77777777" w:rsidR="00130FFB" w:rsidRPr="00B40E75" w:rsidRDefault="00130FFB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ED31F4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ED31F4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130FFB" w14:paraId="17AEA316" w14:textId="77777777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61D17022" w14:textId="77777777" w:rsidR="00130FFB" w:rsidRDefault="00130FFB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2810731"/>
              <w:text/>
            </w:sdtPr>
            <w:sdtEndPr/>
            <w:sdtContent>
              <w:r w:rsidR="00B40A96">
                <w:rPr>
                  <w:caps/>
                  <w:color w:val="000000" w:themeColor="text1"/>
                  <w:sz w:val="12"/>
                  <w:szCs w:val="12"/>
                </w:rPr>
                <w:t>51 8136 01 02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AC7A26A" w14:textId="10D30497" w:rsidR="00130FFB" w:rsidRDefault="00130FFB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083755530"/>
              <w:text/>
            </w:sdtPr>
            <w:sdtEndPr/>
            <w:sdtContent>
              <w:r w:rsidR="008B4707">
                <w:rPr>
                  <w:color w:val="000000" w:themeColor="text1"/>
                  <w:sz w:val="12"/>
                  <w:szCs w:val="12"/>
                </w:rPr>
                <w:t>j</w:t>
              </w:r>
            </w:sdtContent>
          </w:sdt>
        </w:p>
      </w:tc>
    </w:tr>
    <w:tr w:rsidR="00130FFB" w14:paraId="7A13F5CE" w14:textId="77777777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21B35005" w14:textId="77777777" w:rsidR="00130FFB" w:rsidRDefault="00130FFB" w:rsidP="001F529C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326577900"/>
              <w:text/>
            </w:sdtPr>
            <w:sdtEndPr/>
            <w:sdtContent>
              <w:r w:rsidR="0072122F">
                <w:rPr>
                  <w:color w:val="000000" w:themeColor="text1"/>
                  <w:sz w:val="12"/>
                  <w:szCs w:val="12"/>
                </w:rPr>
                <w:t>004595/19/1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7119F2A" w14:textId="77777777" w:rsidR="00130FFB" w:rsidRPr="00B40E75" w:rsidRDefault="00130FFB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713726946"/>
              <w:text/>
            </w:sdtPr>
            <w:sdtEndPr/>
            <w:sdtContent>
              <w:r w:rsidR="0072059C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6AC9E13C" w14:textId="77777777" w:rsidR="00130FFB" w:rsidRPr="00F81B53" w:rsidRDefault="00130FFB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BB46B" w14:textId="77777777" w:rsidR="00617AAF" w:rsidRDefault="00617AAF" w:rsidP="00207A11">
      <w:r>
        <w:separator/>
      </w:r>
    </w:p>
  </w:footnote>
  <w:footnote w:type="continuationSeparator" w:id="0">
    <w:p w14:paraId="6688E321" w14:textId="77777777" w:rsidR="00617AAF" w:rsidRDefault="00617AAF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986F" w14:textId="77777777" w:rsidR="00130FFB" w:rsidRDefault="00130FFB" w:rsidP="0093354C">
    <w:pPr>
      <w:pStyle w:val="Zhlav"/>
      <w:tabs>
        <w:tab w:val="clear" w:pos="4536"/>
        <w:tab w:val="clear" w:pos="9072"/>
      </w:tabs>
    </w:pPr>
  </w:p>
  <w:p w14:paraId="6C0FAE9E" w14:textId="77777777" w:rsidR="00130FFB" w:rsidRPr="0093354C" w:rsidRDefault="00130FFB" w:rsidP="009335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297E" w14:textId="77777777" w:rsidR="00130FFB" w:rsidRPr="00BA71A3" w:rsidRDefault="00130FFB" w:rsidP="00BA71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7BC1" w14:textId="77777777" w:rsidR="00130FFB" w:rsidRPr="00AE3921" w:rsidRDefault="00130FFB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2B11677" wp14:editId="5EB7934B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0847830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30FFB" w:rsidRPr="00AE3921" w14:paraId="65889CE0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560578C6" w14:textId="4EBC4322" w:rsidR="00130FFB" w:rsidRPr="00AE3921" w:rsidRDefault="001E7355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800688842"/>
              <w:text/>
            </w:sdtPr>
            <w:sdtEndPr/>
            <w:sdtContent>
              <w:r w:rsidR="00B40A96">
                <w:rPr>
                  <w:color w:val="000000" w:themeColor="text1"/>
                  <w:sz w:val="12"/>
                  <w:szCs w:val="12"/>
                </w:rPr>
                <w:t>Č. Budějovice – Haklovy Dvory</w:t>
              </w:r>
            </w:sdtContent>
          </w:sdt>
          <w:r w:rsidR="00130FF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490405774"/>
              <w:showingPlcHdr/>
              <w:text/>
            </w:sdtPr>
            <w:sdtEndPr/>
            <w:sdtContent>
              <w:r w:rsidR="00B372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130FF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78057675"/>
              <w:showingPlcHdr/>
              <w:text/>
            </w:sdtPr>
            <w:sdtEndPr/>
            <w:sdtContent>
              <w:r w:rsidR="00B372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AF71FB8" w14:textId="77777777" w:rsidR="00130FFB" w:rsidRPr="00AE3921" w:rsidRDefault="001E7355" w:rsidP="00ED681D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6219369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  <w:szCs w:val="12"/>
                </w:rPr>
                <w:t>0</w:t>
              </w:r>
            </w:sdtContent>
          </w:sdt>
          <w:r w:rsidR="00130FF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130FF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332205521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  <w:szCs w:val="12"/>
                </w:rPr>
                <w:t>Titulní desky</w:t>
              </w:r>
            </w:sdtContent>
          </w:sdt>
        </w:p>
      </w:tc>
    </w:tr>
    <w:tr w:rsidR="00130FFB" w:rsidRPr="00AE3921" w14:paraId="6083BF1F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44F71EB5" w14:textId="0922090E" w:rsidR="00130FFB" w:rsidRPr="00AE3921" w:rsidRDefault="001E7355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453974049"/>
              <w:text/>
            </w:sdtPr>
            <w:sdtEndPr/>
            <w:sdtContent>
              <w:r w:rsidR="0050686B">
                <w:rPr>
                  <w:color w:val="000000" w:themeColor="text1"/>
                  <w:sz w:val="12"/>
                  <w:szCs w:val="12"/>
                </w:rPr>
                <w:t>- REKONSTRUKCE MÍSTNÍCH KOMUNIKACÍ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761DDB8" w14:textId="77777777" w:rsidR="00130FFB" w:rsidRPr="00AE3921" w:rsidRDefault="001E7355" w:rsidP="00837B8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928693637"/>
              <w:text/>
            </w:sdtPr>
            <w:sdtEndPr/>
            <w:sdtContent>
              <w:r w:rsidR="00D12ADE">
                <w:rPr>
                  <w:color w:val="000000" w:themeColor="text1"/>
                  <w:sz w:val="12"/>
                  <w:szCs w:val="12"/>
                </w:rPr>
                <w:t>DUSP</w:t>
              </w:r>
            </w:sdtContent>
          </w:sdt>
        </w:p>
      </w:tc>
    </w:tr>
  </w:tbl>
  <w:p w14:paraId="3947FBF4" w14:textId="77777777" w:rsidR="00130FFB" w:rsidRPr="00AE3921" w:rsidRDefault="00130FFB" w:rsidP="00837B86">
    <w:pPr>
      <w:pStyle w:val="Zhlav"/>
      <w:rPr>
        <w:color w:val="000000" w:themeColor="text1"/>
        <w:sz w:val="12"/>
        <w:szCs w:val="1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4AEF" w14:textId="77777777" w:rsidR="00130FFB" w:rsidRPr="00AE3921" w:rsidRDefault="00130FFB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39A89B4" wp14:editId="1AA186A0">
              <wp:extent cx="683895" cy="199390"/>
              <wp:effectExtent l="1905" t="6985" r="0" b="3175"/>
              <wp:docPr id="359" name="Plátno 3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7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B3713F0" id="Plátno 359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ZdciMAAJRNAQAOAAAAZHJzL2Uyb0RvYy54bWzsXW1vHDly/h4g/2GgjwF8mu55F9Z7uLPX&#10;QYBNssApP2AsjSwh0owyGq+8CfLf8xRZxanSsMi+lTbJ3X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UYi8QA&#10;AADcAAAADwAAAGRycy9kb3ducmV2LnhtbESPQWvCQBSE74L/YXlCb7rRipXoRkKh0FNLtYLHR/aZ&#10;xGTfprvbmP77riB4HGbmG2a7G0wrenK+tqxgPktAEBdW11wq+D68TdcgfEDW2FomBX/kYZeNR1tM&#10;tb3yF/X7UIoIYZ+igiqELpXSFxUZ9DPbEUfvbJ3BEKUrpXZ4jXDTykWSrKTBmuNChR29VlQ0+1+j&#10;oF//LBvKa5+vPg9JODpzunwslHqaDPkGRKAhPML39rtW8Lx8gd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VGIv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zScMA&#10;AADcAAAADwAAAGRycy9kb3ducmV2LnhtbERPz2vCMBS+D/Y/hDfYbaa6KaMzijgGwvBg68Xbo3lr&#10;M5uXksS27q9fDoLHj+/3cj3aVvTkg3GsYDrJQBBXThuuFRzLr5d3ECEia2wdk4IrBVivHh+WmGs3&#10;8IH6ItYihXDIUUETY5dLGaqGLIaJ64gT9+O8xZigr6X2OKRw28pZli2kRcOpocGOtg1V5+JiFZih&#10;vMxPf/i7Nae967/7/WedaaWen8bNB4hIY7yLb+6dVvD6ltamM+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ozScMAAADc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QWMUA&#10;AADcAAAADwAAAGRycy9kb3ducmV2LnhtbESP0WrCQBRE3wv+w3IF3+pGLcVGV9FSsb4opn7ANXtN&#10;gtm7Mbsm8e/dQqGPw8ycYebLzpSiodoVlhWMhhEI4tTqgjMFp5/N6xSE88gaS8uk4EEOloveyxxj&#10;bVs+UpP4TAQIuxgV5N5XsZQuzcmgG9qKOHgXWxv0QdaZ1DW2AW5KOY6id2mw4LCQY0WfOaXX5G4U&#10;bLPrfb1vknIXne3Xbe23j/YwUWrQ71YzEJ46/x/+a39rBZO3D/g9E4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BBY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zw9sMA&#10;AADcAAAADwAAAGRycy9kb3ducmV2LnhtbERPz2vCMBS+C/sfwhvsZtOtbEpnlDEs7DSwFsTbo3k2&#10;dc1LaaK2++uXg7Djx/d7tRltJ640+NaxguckBUFcO91yo6DaF/MlCB+QNXaOScFEHjbrh9kKc+1u&#10;vKNrGRoRQ9jnqMCE0OdS+tqQRZ+4njhyJzdYDBEOjdQD3mK47eRLmr5Jiy3HBoM9fRqqf8qLVVC0&#10;Vbedsu/z+Xghc3Db8rT4nZR6ehw/3kEEGsO/+O7+0gqy1zg/no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zw9sMAAADc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/B8YA&#10;AADcAAAADwAAAGRycy9kb3ducmV2LnhtbESPQWsCMRSE70L/Q3iF3jRra0VWoxRLi14KasHrc/Pc&#10;rG5eliTd3frrm0Khx2FmvmEWq97WoiUfKscKxqMMBHHhdMWlgs/D23AGIkRkjbVjUvBNAVbLu8EC&#10;c+063lG7j6VIEA45KjAxNrmUoTBkMYxcQ5y8s/MWY5K+lNpjl+C2lo9ZNpUWK04LBhtaGyqu+y+r&#10;4Nj1H36r29fb+/YyXR/saXIzJ6Ue7vuXOYhIffwP/7U3WsHT8xh+z6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A/B8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9aJc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bF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1ol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PnmcUA&#10;AADcAAAADwAAAGRycy9kb3ducmV2LnhtbESPQWvCQBSE74L/YXlCL1I3GgwldRUVlFJQ0ErPj+xr&#10;EpJ9G3ZXTf99tyB4HGbmG2ax6k0rbuR8bVnBdJKAIC6srrlUcPnavb6B8AFZY2uZFPySh9VyOFhg&#10;ru2dT3Q7h1JECPscFVQhdLmUvqjIoJ/Yjjh6P9YZDFG6UmqH9wg3rZwlSSYN1hwXKuxoW1HRnK9G&#10;weF4yfZp85ntv/txaHbuOjtsxkq9jPr1O4hAfXiGH+0PrSCdp/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+eZ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obcUA&#10;AADcAAAADwAAAGRycy9kb3ducmV2LnhtbESPQWvCQBSE70L/w/IKvelGq0VSVxGlIh4Eo9DrI/ua&#10;Tc2+DdltjP56VxB6HGbmG2a26GwlWmp86VjBcJCAIM6dLrlQcDp+9acgfEDWWDkmBVfysJi/9GaY&#10;anfhA7VZKESEsE9RgQmhTqX0uSGLfuBq4uj9uMZiiLIppG7wEuG2kqMk+ZAWS44LBmtaGcrP2Z9V&#10;sFmZavx9OPFtvdlzvVu3v5OsVerttVt+ggjUhf/ws73VCt4nY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eh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u4TcMA&#10;AADcAAAADwAAAGRycy9kb3ducmV2LnhtbESPQYvCMBSE74L/ITxhL6KpSl3pGkWEwh68aBX2+Gye&#10;bdnmpTSpdv/9RhA8DjPzDbPe9qYWd2pdZVnBbBqBIM6trrhQcM7SyQqE88gaa8uk4I8cbDfDwRoT&#10;bR98pPvJFyJA2CWooPS+SaR0eUkG3dQ2xMG72dagD7ItpG7xEeCmlvMoWkqDFYeFEhval5T/njqj&#10;4MANmj12P+O0+7zE0fWyyzBV6mPU775AeOr9O/xqf2sFiziG55l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u4Tc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xnksYA&#10;AADcAAAADwAAAGRycy9kb3ducmV2LnhtbESPUWvCQBCE3wX/w7GFvki92FopqadoqbRSCo0tfV5y&#10;2ySY2wu5VaO/vicIPg4z8w0znXeuVntqQ+XZwGiYgCLOva24MPDzvbp7AhUE2WLtmQwcKcB81u9N&#10;MbX+wBntN1KoCOGQooFSpEm1DnlJDsPQN8TR+/OtQ4myLbRt8RDhrtb3STLRDiuOCyU29FJSvt3s&#10;nIHX4ylbf50Gvx+JvGWftFxqGXfG3N50i2dQQp1cw5f2uzXw8DiB85l4BP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xnks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ES8QA&#10;AADcAAAADwAAAGRycy9kb3ducmV2LnhtbESPQWvCQBSE70L/w/IKvemmEY1EVykFUTwIWgseH9ln&#10;Njb7Nma3mv77riB4HGbmG2a26GwtrtT6yrGC90ECgrhwuuJSweFr2Z+A8AFZY+2YFPyRh8X8pTfD&#10;XLsb7+i6D6WIEPY5KjAhNLmUvjBk0Q9cQxy9k2sthijbUuoWbxFua5kmyVharDguGGzo01Dxs/+1&#10;ClKS54MdrbJxQt33UaaX89ZslHp77T6mIAJ14Rl+tNdawXCUwf1MP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IBEv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qXMIA&#10;AADcAAAADwAAAGRycy9kb3ducmV2LnhtbERPy2rCQBTdF/yH4QpuRCe2tEh0DDFU6LJN3bi7Zq5J&#10;MHMnZCaP+vWdRaHLw3nvk8k0YqDO1ZYVbNYRCOLC6ppLBefv02oLwnlkjY1lUvBDDpLD7GmPsbYj&#10;f9GQ+1KEEHYxKqi8b2MpXVGRQbe2LXHgbrYz6APsSqk7HEO4aeRzFL1JgzWHhgpbyioq7nlvFPRL&#10;l2dX/bm8TEOh3x/HcawfqVKL+ZTuQHia/L/4z/2hFby8hrXhTDg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2pc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30FFB" w:rsidRPr="00AE3921" w14:paraId="3003E463" w14:textId="77777777" w:rsidTr="001F529C">
      <w:trPr>
        <w:trHeight w:val="227"/>
        <w:jc w:val="center"/>
      </w:trPr>
      <w:tc>
        <w:tcPr>
          <w:tcW w:w="5103" w:type="dxa"/>
          <w:vAlign w:val="center"/>
        </w:tcPr>
        <w:p w14:paraId="4221979A" w14:textId="27F96B11" w:rsidR="00130FFB" w:rsidRPr="00AE3921" w:rsidRDefault="001E7355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848621635"/>
              <w:text/>
            </w:sdtPr>
            <w:sdtEndPr/>
            <w:sdtContent>
              <w:r w:rsidR="00B40A96">
                <w:rPr>
                  <w:color w:val="000000" w:themeColor="text1"/>
                  <w:sz w:val="12"/>
                  <w:szCs w:val="12"/>
                </w:rPr>
                <w:t>Č. Budějovice – Haklovy Dvory</w:t>
              </w:r>
            </w:sdtContent>
          </w:sdt>
          <w:r w:rsidR="00130FF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892575036"/>
              <w:showingPlcHdr/>
              <w:text/>
            </w:sdtPr>
            <w:sdtEndPr/>
            <w:sdtContent>
              <w:r w:rsidR="00B372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130FF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372854574"/>
              <w:showingPlcHdr/>
              <w:text/>
            </w:sdtPr>
            <w:sdtEndPr/>
            <w:sdtContent>
              <w:r w:rsidR="00B372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DC1D48D" w14:textId="77777777" w:rsidR="00130FFB" w:rsidRPr="00AE3921" w:rsidRDefault="001E7355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28089717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  <w:szCs w:val="12"/>
                </w:rPr>
                <w:t>0</w:t>
              </w:r>
            </w:sdtContent>
          </w:sdt>
          <w:r w:rsidR="00130FF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561244866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  <w:szCs w:val="12"/>
                </w:rPr>
                <w:t>Titulní desky</w:t>
              </w:r>
            </w:sdtContent>
          </w:sdt>
        </w:p>
      </w:tc>
    </w:tr>
    <w:tr w:rsidR="00130FFB" w:rsidRPr="00AE3921" w14:paraId="49962EBA" w14:textId="77777777" w:rsidTr="001F529C">
      <w:trPr>
        <w:trHeight w:val="227"/>
        <w:jc w:val="center"/>
      </w:trPr>
      <w:tc>
        <w:tcPr>
          <w:tcW w:w="5103" w:type="dxa"/>
          <w:vAlign w:val="center"/>
        </w:tcPr>
        <w:p w14:paraId="205D8887" w14:textId="5627306E" w:rsidR="00130FFB" w:rsidRPr="00AE3921" w:rsidRDefault="001E7355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18223195"/>
              <w:text/>
            </w:sdtPr>
            <w:sdtEndPr/>
            <w:sdtContent>
              <w:r w:rsidR="0050686B">
                <w:rPr>
                  <w:color w:val="000000" w:themeColor="text1"/>
                  <w:sz w:val="12"/>
                  <w:szCs w:val="12"/>
                </w:rPr>
                <w:t>- REKONSTRUKCE MÍSTNÍCH KOMUNIKACÍ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F4B5F5C" w14:textId="77777777" w:rsidR="00130FFB" w:rsidRPr="00AE3921" w:rsidRDefault="001E7355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851409517"/>
              <w:text/>
            </w:sdtPr>
            <w:sdtEndPr/>
            <w:sdtContent>
              <w:r w:rsidR="00D12ADE">
                <w:rPr>
                  <w:color w:val="000000" w:themeColor="text1"/>
                  <w:sz w:val="12"/>
                  <w:szCs w:val="12"/>
                </w:rPr>
                <w:t>DUSP</w:t>
              </w:r>
            </w:sdtContent>
          </w:sdt>
        </w:p>
      </w:tc>
    </w:tr>
  </w:tbl>
  <w:p w14:paraId="218B7B66" w14:textId="77777777" w:rsidR="00130FFB" w:rsidRPr="00AE3921" w:rsidRDefault="00130FFB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A22C7"/>
    <w:multiLevelType w:val="multilevel"/>
    <w:tmpl w:val="D504A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1227BB4"/>
    <w:multiLevelType w:val="hybridMultilevel"/>
    <w:tmpl w:val="E48A0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016F9"/>
    <w:multiLevelType w:val="hybridMultilevel"/>
    <w:tmpl w:val="F94C8956"/>
    <w:lvl w:ilvl="0" w:tplc="DA54864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D4880"/>
    <w:multiLevelType w:val="multilevel"/>
    <w:tmpl w:val="97A6483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4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0125937"/>
    <w:multiLevelType w:val="hybridMultilevel"/>
    <w:tmpl w:val="45C2A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8752A4D"/>
    <w:multiLevelType w:val="hybridMultilevel"/>
    <w:tmpl w:val="FA9E3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687117">
    <w:abstractNumId w:val="13"/>
  </w:num>
  <w:num w:numId="2" w16cid:durableId="404113583">
    <w:abstractNumId w:val="13"/>
  </w:num>
  <w:num w:numId="3" w16cid:durableId="1414276869">
    <w:abstractNumId w:val="13"/>
  </w:num>
  <w:num w:numId="4" w16cid:durableId="987516082">
    <w:abstractNumId w:val="13"/>
  </w:num>
  <w:num w:numId="5" w16cid:durableId="608582155">
    <w:abstractNumId w:val="13"/>
  </w:num>
  <w:num w:numId="6" w16cid:durableId="367604103">
    <w:abstractNumId w:val="13"/>
  </w:num>
  <w:num w:numId="7" w16cid:durableId="1036198054">
    <w:abstractNumId w:val="13"/>
  </w:num>
  <w:num w:numId="8" w16cid:durableId="1662583224">
    <w:abstractNumId w:val="13"/>
  </w:num>
  <w:num w:numId="9" w16cid:durableId="1949654912">
    <w:abstractNumId w:val="13"/>
  </w:num>
  <w:num w:numId="10" w16cid:durableId="1964731568">
    <w:abstractNumId w:val="15"/>
  </w:num>
  <w:num w:numId="11" w16cid:durableId="1395271536">
    <w:abstractNumId w:val="9"/>
  </w:num>
  <w:num w:numId="12" w16cid:durableId="1700087612">
    <w:abstractNumId w:val="8"/>
  </w:num>
  <w:num w:numId="13" w16cid:durableId="1016806381">
    <w:abstractNumId w:val="7"/>
  </w:num>
  <w:num w:numId="14" w16cid:durableId="914584930">
    <w:abstractNumId w:val="6"/>
  </w:num>
  <w:num w:numId="15" w16cid:durableId="1230194863">
    <w:abstractNumId w:val="5"/>
  </w:num>
  <w:num w:numId="16" w16cid:durableId="1003321956">
    <w:abstractNumId w:val="4"/>
  </w:num>
  <w:num w:numId="17" w16cid:durableId="983461024">
    <w:abstractNumId w:val="3"/>
  </w:num>
  <w:num w:numId="18" w16cid:durableId="1210415128">
    <w:abstractNumId w:val="2"/>
  </w:num>
  <w:num w:numId="19" w16cid:durableId="209457776">
    <w:abstractNumId w:val="1"/>
  </w:num>
  <w:num w:numId="20" w16cid:durableId="446312955">
    <w:abstractNumId w:val="0"/>
  </w:num>
  <w:num w:numId="21" w16cid:durableId="2141654613">
    <w:abstractNumId w:val="13"/>
  </w:num>
  <w:num w:numId="22" w16cid:durableId="2135899615">
    <w:abstractNumId w:val="13"/>
  </w:num>
  <w:num w:numId="23" w16cid:durableId="2127193845">
    <w:abstractNumId w:val="13"/>
  </w:num>
  <w:num w:numId="24" w16cid:durableId="1615601578">
    <w:abstractNumId w:val="13"/>
  </w:num>
  <w:num w:numId="25" w16cid:durableId="1913617631">
    <w:abstractNumId w:val="13"/>
  </w:num>
  <w:num w:numId="26" w16cid:durableId="555163149">
    <w:abstractNumId w:val="13"/>
  </w:num>
  <w:num w:numId="27" w16cid:durableId="1013848241">
    <w:abstractNumId w:val="13"/>
  </w:num>
  <w:num w:numId="28" w16cid:durableId="580649747">
    <w:abstractNumId w:val="13"/>
  </w:num>
  <w:num w:numId="29" w16cid:durableId="2054382244">
    <w:abstractNumId w:val="13"/>
    <w:lvlOverride w:ilvl="0">
      <w:lvl w:ilvl="0">
        <w:start w:val="1"/>
        <w:numFmt w:val="upperLetter"/>
        <w:pStyle w:val="Nadpis3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4"/>
        <w:lvlText w:val="%1.%2"/>
        <w:lvlJc w:val="left"/>
        <w:pPr>
          <w:tabs>
            <w:tab w:val="num" w:pos="576"/>
          </w:tabs>
          <w:ind w:left="576" w:hanging="576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  <w:caps w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30" w16cid:durableId="1239483810">
    <w:abstractNumId w:val="12"/>
  </w:num>
  <w:num w:numId="31" w16cid:durableId="1519857218">
    <w:abstractNumId w:val="16"/>
  </w:num>
  <w:num w:numId="32" w16cid:durableId="1713847453">
    <w:abstractNumId w:val="11"/>
  </w:num>
  <w:num w:numId="33" w16cid:durableId="1667634314">
    <w:abstractNumId w:val="14"/>
  </w:num>
  <w:num w:numId="34" w16cid:durableId="387002188">
    <w:abstractNumId w:val="10"/>
  </w:num>
  <w:num w:numId="35" w16cid:durableId="5448774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4A1F"/>
    <w:rsid w:val="00006DA2"/>
    <w:rsid w:val="0001575A"/>
    <w:rsid w:val="00015928"/>
    <w:rsid w:val="0002044B"/>
    <w:rsid w:val="00033F1B"/>
    <w:rsid w:val="00036C46"/>
    <w:rsid w:val="00072B7C"/>
    <w:rsid w:val="00077945"/>
    <w:rsid w:val="00080905"/>
    <w:rsid w:val="00080C04"/>
    <w:rsid w:val="00083A5C"/>
    <w:rsid w:val="00083CDD"/>
    <w:rsid w:val="00097157"/>
    <w:rsid w:val="000A3C59"/>
    <w:rsid w:val="000B1C39"/>
    <w:rsid w:val="000B469B"/>
    <w:rsid w:val="000C6A0F"/>
    <w:rsid w:val="000E137B"/>
    <w:rsid w:val="000E6247"/>
    <w:rsid w:val="000F414C"/>
    <w:rsid w:val="000F6FC0"/>
    <w:rsid w:val="000F75BA"/>
    <w:rsid w:val="00100BEC"/>
    <w:rsid w:val="00102C76"/>
    <w:rsid w:val="00105FEA"/>
    <w:rsid w:val="0010737E"/>
    <w:rsid w:val="00110A13"/>
    <w:rsid w:val="00113C96"/>
    <w:rsid w:val="00120D4A"/>
    <w:rsid w:val="001234BA"/>
    <w:rsid w:val="00125FE1"/>
    <w:rsid w:val="001273B7"/>
    <w:rsid w:val="00130FFB"/>
    <w:rsid w:val="0013143A"/>
    <w:rsid w:val="00137D5F"/>
    <w:rsid w:val="00140771"/>
    <w:rsid w:val="00141863"/>
    <w:rsid w:val="00141F34"/>
    <w:rsid w:val="00143261"/>
    <w:rsid w:val="001461B4"/>
    <w:rsid w:val="00150676"/>
    <w:rsid w:val="00162F95"/>
    <w:rsid w:val="00163321"/>
    <w:rsid w:val="00170241"/>
    <w:rsid w:val="001746F2"/>
    <w:rsid w:val="00174A45"/>
    <w:rsid w:val="0017502D"/>
    <w:rsid w:val="0018623B"/>
    <w:rsid w:val="00186BE5"/>
    <w:rsid w:val="001964FD"/>
    <w:rsid w:val="001B0384"/>
    <w:rsid w:val="001B5626"/>
    <w:rsid w:val="001B640D"/>
    <w:rsid w:val="001C4D2E"/>
    <w:rsid w:val="001D28F9"/>
    <w:rsid w:val="001D557C"/>
    <w:rsid w:val="001E5F0B"/>
    <w:rsid w:val="001E7355"/>
    <w:rsid w:val="001F3E7C"/>
    <w:rsid w:val="001F529C"/>
    <w:rsid w:val="00200EB0"/>
    <w:rsid w:val="00204136"/>
    <w:rsid w:val="002056D0"/>
    <w:rsid w:val="00207A11"/>
    <w:rsid w:val="0021565A"/>
    <w:rsid w:val="002243E1"/>
    <w:rsid w:val="00224400"/>
    <w:rsid w:val="00226929"/>
    <w:rsid w:val="00232C5F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85F45"/>
    <w:rsid w:val="002A130B"/>
    <w:rsid w:val="002A52DF"/>
    <w:rsid w:val="002A7915"/>
    <w:rsid w:val="002B4B0A"/>
    <w:rsid w:val="002C1E82"/>
    <w:rsid w:val="002E245D"/>
    <w:rsid w:val="002E58D1"/>
    <w:rsid w:val="002F59AF"/>
    <w:rsid w:val="002F70ED"/>
    <w:rsid w:val="00302BC8"/>
    <w:rsid w:val="00304521"/>
    <w:rsid w:val="00304B67"/>
    <w:rsid w:val="00340F3B"/>
    <w:rsid w:val="00342C24"/>
    <w:rsid w:val="003435F7"/>
    <w:rsid w:val="00344B0E"/>
    <w:rsid w:val="00345DCB"/>
    <w:rsid w:val="00347A6A"/>
    <w:rsid w:val="00351FFB"/>
    <w:rsid w:val="00356A53"/>
    <w:rsid w:val="00360FE2"/>
    <w:rsid w:val="00361121"/>
    <w:rsid w:val="00367BDD"/>
    <w:rsid w:val="0037186F"/>
    <w:rsid w:val="00372D67"/>
    <w:rsid w:val="00373630"/>
    <w:rsid w:val="00391957"/>
    <w:rsid w:val="00391FC9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6D19"/>
    <w:rsid w:val="003C1C31"/>
    <w:rsid w:val="003C342E"/>
    <w:rsid w:val="003C40DA"/>
    <w:rsid w:val="003D404F"/>
    <w:rsid w:val="003D49E4"/>
    <w:rsid w:val="003E246C"/>
    <w:rsid w:val="003F2AA8"/>
    <w:rsid w:val="003F714B"/>
    <w:rsid w:val="00403619"/>
    <w:rsid w:val="00403EFE"/>
    <w:rsid w:val="0041251B"/>
    <w:rsid w:val="00425E6E"/>
    <w:rsid w:val="004311DB"/>
    <w:rsid w:val="00432C3E"/>
    <w:rsid w:val="00437E07"/>
    <w:rsid w:val="00440B9B"/>
    <w:rsid w:val="0044351B"/>
    <w:rsid w:val="00451CEA"/>
    <w:rsid w:val="00456832"/>
    <w:rsid w:val="004656C2"/>
    <w:rsid w:val="00472D5D"/>
    <w:rsid w:val="00472DFF"/>
    <w:rsid w:val="0047496D"/>
    <w:rsid w:val="0047581E"/>
    <w:rsid w:val="00477E8A"/>
    <w:rsid w:val="00483551"/>
    <w:rsid w:val="004867C5"/>
    <w:rsid w:val="00497A15"/>
    <w:rsid w:val="004A0419"/>
    <w:rsid w:val="004A0786"/>
    <w:rsid w:val="004B2FCB"/>
    <w:rsid w:val="004B3F22"/>
    <w:rsid w:val="004B4AEA"/>
    <w:rsid w:val="004B61E0"/>
    <w:rsid w:val="004C1301"/>
    <w:rsid w:val="004C3CA6"/>
    <w:rsid w:val="004C4EFA"/>
    <w:rsid w:val="004D0495"/>
    <w:rsid w:val="004D2987"/>
    <w:rsid w:val="004D5CEC"/>
    <w:rsid w:val="004F107D"/>
    <w:rsid w:val="004F71B0"/>
    <w:rsid w:val="00500C31"/>
    <w:rsid w:val="005016CA"/>
    <w:rsid w:val="0050686B"/>
    <w:rsid w:val="00507ED6"/>
    <w:rsid w:val="00514EAF"/>
    <w:rsid w:val="00517E24"/>
    <w:rsid w:val="005275A9"/>
    <w:rsid w:val="00527FAD"/>
    <w:rsid w:val="0053245D"/>
    <w:rsid w:val="00532923"/>
    <w:rsid w:val="00532DE5"/>
    <w:rsid w:val="00533B32"/>
    <w:rsid w:val="00533C2E"/>
    <w:rsid w:val="00535668"/>
    <w:rsid w:val="0053710E"/>
    <w:rsid w:val="00537349"/>
    <w:rsid w:val="005404AA"/>
    <w:rsid w:val="00540576"/>
    <w:rsid w:val="00543D66"/>
    <w:rsid w:val="00550C7E"/>
    <w:rsid w:val="005550F0"/>
    <w:rsid w:val="00555C85"/>
    <w:rsid w:val="00560EE0"/>
    <w:rsid w:val="00565268"/>
    <w:rsid w:val="00572366"/>
    <w:rsid w:val="00572868"/>
    <w:rsid w:val="0057432B"/>
    <w:rsid w:val="0058005B"/>
    <w:rsid w:val="00583344"/>
    <w:rsid w:val="005A6BC0"/>
    <w:rsid w:val="005C1F66"/>
    <w:rsid w:val="005C2849"/>
    <w:rsid w:val="005C4991"/>
    <w:rsid w:val="005C4E4A"/>
    <w:rsid w:val="005D62CE"/>
    <w:rsid w:val="005E1A93"/>
    <w:rsid w:val="005E584A"/>
    <w:rsid w:val="005E68CA"/>
    <w:rsid w:val="005E7073"/>
    <w:rsid w:val="005F4D8F"/>
    <w:rsid w:val="005F7543"/>
    <w:rsid w:val="005F774D"/>
    <w:rsid w:val="006161DD"/>
    <w:rsid w:val="00617AAF"/>
    <w:rsid w:val="00620476"/>
    <w:rsid w:val="00621E06"/>
    <w:rsid w:val="0062614B"/>
    <w:rsid w:val="006368ED"/>
    <w:rsid w:val="0064045D"/>
    <w:rsid w:val="0064296C"/>
    <w:rsid w:val="00643874"/>
    <w:rsid w:val="00646D7F"/>
    <w:rsid w:val="00651F5E"/>
    <w:rsid w:val="0066347D"/>
    <w:rsid w:val="0066437E"/>
    <w:rsid w:val="006744BF"/>
    <w:rsid w:val="006817D2"/>
    <w:rsid w:val="00684C1E"/>
    <w:rsid w:val="00687329"/>
    <w:rsid w:val="0069085F"/>
    <w:rsid w:val="00693245"/>
    <w:rsid w:val="006A44F1"/>
    <w:rsid w:val="006B05F3"/>
    <w:rsid w:val="006B0947"/>
    <w:rsid w:val="006B0C28"/>
    <w:rsid w:val="006B3223"/>
    <w:rsid w:val="006B6C2B"/>
    <w:rsid w:val="006C1E87"/>
    <w:rsid w:val="006C3044"/>
    <w:rsid w:val="006D2847"/>
    <w:rsid w:val="006D359A"/>
    <w:rsid w:val="006D3A70"/>
    <w:rsid w:val="006D4B5D"/>
    <w:rsid w:val="006E4D8B"/>
    <w:rsid w:val="006F681E"/>
    <w:rsid w:val="00712EBB"/>
    <w:rsid w:val="0072059C"/>
    <w:rsid w:val="0072122F"/>
    <w:rsid w:val="00721573"/>
    <w:rsid w:val="00727CE4"/>
    <w:rsid w:val="00735764"/>
    <w:rsid w:val="007415D0"/>
    <w:rsid w:val="00752D8B"/>
    <w:rsid w:val="007538BF"/>
    <w:rsid w:val="00773380"/>
    <w:rsid w:val="00773A8D"/>
    <w:rsid w:val="0077490E"/>
    <w:rsid w:val="00795018"/>
    <w:rsid w:val="00797715"/>
    <w:rsid w:val="007B68CB"/>
    <w:rsid w:val="007C3CD9"/>
    <w:rsid w:val="007C488A"/>
    <w:rsid w:val="007E461D"/>
    <w:rsid w:val="007F030A"/>
    <w:rsid w:val="007F6B75"/>
    <w:rsid w:val="008011DF"/>
    <w:rsid w:val="008061F7"/>
    <w:rsid w:val="00814282"/>
    <w:rsid w:val="008266CC"/>
    <w:rsid w:val="00831C67"/>
    <w:rsid w:val="00834D54"/>
    <w:rsid w:val="00834E34"/>
    <w:rsid w:val="00835D3E"/>
    <w:rsid w:val="00837B86"/>
    <w:rsid w:val="00840B77"/>
    <w:rsid w:val="00841247"/>
    <w:rsid w:val="008433A7"/>
    <w:rsid w:val="00844BB8"/>
    <w:rsid w:val="00856030"/>
    <w:rsid w:val="00856F6B"/>
    <w:rsid w:val="00861D39"/>
    <w:rsid w:val="00875478"/>
    <w:rsid w:val="00881618"/>
    <w:rsid w:val="0088743C"/>
    <w:rsid w:val="008959C2"/>
    <w:rsid w:val="008A0D4C"/>
    <w:rsid w:val="008A4C22"/>
    <w:rsid w:val="008A758D"/>
    <w:rsid w:val="008A76CB"/>
    <w:rsid w:val="008B1388"/>
    <w:rsid w:val="008B4707"/>
    <w:rsid w:val="008B5A32"/>
    <w:rsid w:val="008D62C0"/>
    <w:rsid w:val="008E27C3"/>
    <w:rsid w:val="008F08BE"/>
    <w:rsid w:val="008F1679"/>
    <w:rsid w:val="00911309"/>
    <w:rsid w:val="00912E45"/>
    <w:rsid w:val="00920A53"/>
    <w:rsid w:val="00931C07"/>
    <w:rsid w:val="00931D9B"/>
    <w:rsid w:val="0093354C"/>
    <w:rsid w:val="00933F50"/>
    <w:rsid w:val="009441D2"/>
    <w:rsid w:val="00952B1F"/>
    <w:rsid w:val="00954D2C"/>
    <w:rsid w:val="00957046"/>
    <w:rsid w:val="00971A92"/>
    <w:rsid w:val="00973AD3"/>
    <w:rsid w:val="009805BC"/>
    <w:rsid w:val="00980A25"/>
    <w:rsid w:val="009857E8"/>
    <w:rsid w:val="00990327"/>
    <w:rsid w:val="0099605E"/>
    <w:rsid w:val="009A30BE"/>
    <w:rsid w:val="009B5595"/>
    <w:rsid w:val="009B5966"/>
    <w:rsid w:val="009C613E"/>
    <w:rsid w:val="009C691C"/>
    <w:rsid w:val="009C7B62"/>
    <w:rsid w:val="009E686D"/>
    <w:rsid w:val="009F5485"/>
    <w:rsid w:val="009F7F91"/>
    <w:rsid w:val="00A123C1"/>
    <w:rsid w:val="00A20560"/>
    <w:rsid w:val="00A20A66"/>
    <w:rsid w:val="00A20F00"/>
    <w:rsid w:val="00A27A83"/>
    <w:rsid w:val="00A35A69"/>
    <w:rsid w:val="00A37332"/>
    <w:rsid w:val="00A41E02"/>
    <w:rsid w:val="00A44251"/>
    <w:rsid w:val="00A45DEE"/>
    <w:rsid w:val="00A50AAA"/>
    <w:rsid w:val="00A50AF2"/>
    <w:rsid w:val="00A6066F"/>
    <w:rsid w:val="00A66758"/>
    <w:rsid w:val="00A71ABB"/>
    <w:rsid w:val="00A73AAA"/>
    <w:rsid w:val="00A80FEE"/>
    <w:rsid w:val="00A81768"/>
    <w:rsid w:val="00A867B0"/>
    <w:rsid w:val="00A96AEA"/>
    <w:rsid w:val="00AA14F6"/>
    <w:rsid w:val="00AA2AD6"/>
    <w:rsid w:val="00AA41CD"/>
    <w:rsid w:val="00AB1F78"/>
    <w:rsid w:val="00AB7158"/>
    <w:rsid w:val="00AD3521"/>
    <w:rsid w:val="00AD7BF6"/>
    <w:rsid w:val="00AE3921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17655"/>
    <w:rsid w:val="00B219B6"/>
    <w:rsid w:val="00B259D6"/>
    <w:rsid w:val="00B25B04"/>
    <w:rsid w:val="00B306D7"/>
    <w:rsid w:val="00B31406"/>
    <w:rsid w:val="00B32672"/>
    <w:rsid w:val="00B372C9"/>
    <w:rsid w:val="00B40A96"/>
    <w:rsid w:val="00B40E75"/>
    <w:rsid w:val="00B452B3"/>
    <w:rsid w:val="00B476CB"/>
    <w:rsid w:val="00B47B01"/>
    <w:rsid w:val="00B66B9D"/>
    <w:rsid w:val="00B67EFE"/>
    <w:rsid w:val="00B70CA7"/>
    <w:rsid w:val="00B739C6"/>
    <w:rsid w:val="00B76C19"/>
    <w:rsid w:val="00B76F87"/>
    <w:rsid w:val="00B83B6F"/>
    <w:rsid w:val="00B91FAA"/>
    <w:rsid w:val="00BA3351"/>
    <w:rsid w:val="00BA3443"/>
    <w:rsid w:val="00BA57F2"/>
    <w:rsid w:val="00BA71A3"/>
    <w:rsid w:val="00BB4429"/>
    <w:rsid w:val="00BC1C44"/>
    <w:rsid w:val="00BD5BE6"/>
    <w:rsid w:val="00BE1715"/>
    <w:rsid w:val="00BE3C4F"/>
    <w:rsid w:val="00BF0AF6"/>
    <w:rsid w:val="00C13010"/>
    <w:rsid w:val="00C276B3"/>
    <w:rsid w:val="00C33679"/>
    <w:rsid w:val="00C36853"/>
    <w:rsid w:val="00C36D8C"/>
    <w:rsid w:val="00C42684"/>
    <w:rsid w:val="00C45FFB"/>
    <w:rsid w:val="00C52879"/>
    <w:rsid w:val="00C53E90"/>
    <w:rsid w:val="00C5414E"/>
    <w:rsid w:val="00C54CD6"/>
    <w:rsid w:val="00C5703F"/>
    <w:rsid w:val="00C65A71"/>
    <w:rsid w:val="00C65CAA"/>
    <w:rsid w:val="00C81F06"/>
    <w:rsid w:val="00C85D32"/>
    <w:rsid w:val="00CA021E"/>
    <w:rsid w:val="00CA06DF"/>
    <w:rsid w:val="00CA1682"/>
    <w:rsid w:val="00CA2AEF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6BEE"/>
    <w:rsid w:val="00D07C35"/>
    <w:rsid w:val="00D12ADE"/>
    <w:rsid w:val="00D13C63"/>
    <w:rsid w:val="00D146D8"/>
    <w:rsid w:val="00D14B43"/>
    <w:rsid w:val="00D275A9"/>
    <w:rsid w:val="00D40DAA"/>
    <w:rsid w:val="00D54AFB"/>
    <w:rsid w:val="00D61B52"/>
    <w:rsid w:val="00D71100"/>
    <w:rsid w:val="00D80FF2"/>
    <w:rsid w:val="00D85F13"/>
    <w:rsid w:val="00D95B8E"/>
    <w:rsid w:val="00DA1C37"/>
    <w:rsid w:val="00DB3CC2"/>
    <w:rsid w:val="00DB7356"/>
    <w:rsid w:val="00DC2CF9"/>
    <w:rsid w:val="00DC6CFD"/>
    <w:rsid w:val="00DC7C6F"/>
    <w:rsid w:val="00DD3884"/>
    <w:rsid w:val="00DD3907"/>
    <w:rsid w:val="00DD3CDA"/>
    <w:rsid w:val="00DD43DE"/>
    <w:rsid w:val="00DE398D"/>
    <w:rsid w:val="00DE7199"/>
    <w:rsid w:val="00DF4EED"/>
    <w:rsid w:val="00E00192"/>
    <w:rsid w:val="00E01E6E"/>
    <w:rsid w:val="00E04E4F"/>
    <w:rsid w:val="00E07972"/>
    <w:rsid w:val="00E10A68"/>
    <w:rsid w:val="00E13BA7"/>
    <w:rsid w:val="00E27037"/>
    <w:rsid w:val="00E272AA"/>
    <w:rsid w:val="00E27980"/>
    <w:rsid w:val="00E461E9"/>
    <w:rsid w:val="00E4630C"/>
    <w:rsid w:val="00E51EAD"/>
    <w:rsid w:val="00E624C3"/>
    <w:rsid w:val="00E81967"/>
    <w:rsid w:val="00E974EF"/>
    <w:rsid w:val="00EA5D40"/>
    <w:rsid w:val="00EA7AB1"/>
    <w:rsid w:val="00EB0FF7"/>
    <w:rsid w:val="00EB5717"/>
    <w:rsid w:val="00EC6B10"/>
    <w:rsid w:val="00ED2291"/>
    <w:rsid w:val="00ED31F4"/>
    <w:rsid w:val="00ED3ACD"/>
    <w:rsid w:val="00ED681D"/>
    <w:rsid w:val="00EF0509"/>
    <w:rsid w:val="00EF2A45"/>
    <w:rsid w:val="00F0689B"/>
    <w:rsid w:val="00F07C5E"/>
    <w:rsid w:val="00F17ADE"/>
    <w:rsid w:val="00F2199C"/>
    <w:rsid w:val="00F23654"/>
    <w:rsid w:val="00F32D60"/>
    <w:rsid w:val="00F405B0"/>
    <w:rsid w:val="00F40B3F"/>
    <w:rsid w:val="00F40DF2"/>
    <w:rsid w:val="00F423B4"/>
    <w:rsid w:val="00F4264B"/>
    <w:rsid w:val="00F5214F"/>
    <w:rsid w:val="00F5612C"/>
    <w:rsid w:val="00F6635F"/>
    <w:rsid w:val="00F72E00"/>
    <w:rsid w:val="00F73FDD"/>
    <w:rsid w:val="00F7490D"/>
    <w:rsid w:val="00F81B53"/>
    <w:rsid w:val="00F85F5F"/>
    <w:rsid w:val="00F87889"/>
    <w:rsid w:val="00FB5259"/>
    <w:rsid w:val="00FC78F8"/>
    <w:rsid w:val="00FD3AB8"/>
    <w:rsid w:val="00FD3AF7"/>
    <w:rsid w:val="00FD4253"/>
    <w:rsid w:val="00FE031B"/>
    <w:rsid w:val="00FF19D9"/>
    <w:rsid w:val="00FF5336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7A6DE5"/>
  <w15:docId w15:val="{098D74FD-7D9A-4FEC-B462-74ABB06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1FC9"/>
    <w:pPr>
      <w:jc w:val="both"/>
    </w:pPr>
  </w:style>
  <w:style w:type="paragraph" w:styleId="Nadpis1">
    <w:name w:val="heading 1"/>
    <w:basedOn w:val="Normln"/>
    <w:next w:val="Normln"/>
    <w:link w:val="Nadpis1Char"/>
    <w:qFormat/>
    <w:rsid w:val="00E624C3"/>
    <w:pPr>
      <w:keepNext/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adpis1"/>
    <w:next w:val="Normln"/>
    <w:qFormat/>
    <w:rsid w:val="00E81967"/>
    <w:p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qFormat/>
    <w:rsid w:val="00E81967"/>
    <w:pPr>
      <w:numPr>
        <w:numId w:val="28"/>
      </w:numPr>
      <w:outlineLvl w:val="2"/>
    </w:p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1"/>
        <w:numId w:val="28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adpis3"/>
    <w:next w:val="Normln"/>
    <w:qFormat/>
    <w:rsid w:val="00DC6CFD"/>
    <w:pPr>
      <w:outlineLvl w:val="4"/>
    </w:pPr>
  </w:style>
  <w:style w:type="paragraph" w:styleId="Nadpis6">
    <w:name w:val="heading 6"/>
    <w:basedOn w:val="Nadpis4"/>
    <w:next w:val="Normln"/>
    <w:qFormat/>
    <w:rsid w:val="00DC6CFD"/>
    <w:pPr>
      <w:outlineLvl w:val="5"/>
    </w:p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28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Obsah1"/>
    <w:next w:val="Normln"/>
    <w:autoRedefine/>
    <w:uiPriority w:val="39"/>
    <w:qFormat/>
    <w:rsid w:val="006E4D8B"/>
    <w:pPr>
      <w:spacing w:after="120"/>
    </w:pPr>
    <w:rPr>
      <w:noProof/>
    </w:rPr>
  </w:style>
  <w:style w:type="paragraph" w:styleId="Obsah3">
    <w:name w:val="toc 3"/>
    <w:basedOn w:val="Normln"/>
    <w:next w:val="Normln"/>
    <w:autoRedefine/>
    <w:uiPriority w:val="39"/>
    <w:qFormat/>
    <w:rsid w:val="006E4D8B"/>
    <w:pPr>
      <w:tabs>
        <w:tab w:val="left" w:pos="1276"/>
        <w:tab w:val="right" w:leader="dot" w:pos="8505"/>
      </w:tabs>
      <w:spacing w:before="120"/>
      <w:ind w:left="1276" w:right="397" w:hanging="1276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6E4D8B"/>
    <w:pPr>
      <w:tabs>
        <w:tab w:val="left" w:pos="1276"/>
        <w:tab w:val="right" w:leader="dot" w:pos="8505"/>
      </w:tabs>
      <w:ind w:right="397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C36D8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624C3"/>
    <w:rPr>
      <w:b/>
      <w:bCs/>
      <w:caps/>
      <w:sz w:val="26"/>
    </w:rPr>
  </w:style>
  <w:style w:type="paragraph" w:styleId="Bezmezer">
    <w:name w:val="No Spacing"/>
    <w:uiPriority w:val="1"/>
    <w:qFormat/>
    <w:rsid w:val="001461B4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9EA7A0DA43431A975DBCE2164F2B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6E719-CE28-4003-A932-DCE86DAFB886}"/>
      </w:docPartPr>
      <w:docPartBody>
        <w:p w:rsidR="00C849EC" w:rsidRDefault="00833ADC" w:rsidP="00833ADC">
          <w:pPr>
            <w:pStyle w:val="559EA7A0DA43431A975DBCE2164F2B821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  <w:docPart>
      <w:docPartPr>
        <w:name w:val="2FC4A17B2AD045D38B5EE9CF82C2F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99F83B-D59F-4AE0-86D9-F90554569D5A}"/>
      </w:docPartPr>
      <w:docPartBody>
        <w:p w:rsidR="00C849EC" w:rsidRDefault="00833ADC" w:rsidP="00833ADC">
          <w:pPr>
            <w:pStyle w:val="2FC4A17B2AD045D38B5EE9CF82C2F05C1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  <w:docPart>
      <w:docPartPr>
        <w:name w:val="1D6BF25BF108471BA91333DB40DF77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95626B-C4FC-481B-AC0B-0DA5B3EB0F3B}"/>
      </w:docPartPr>
      <w:docPartBody>
        <w:p w:rsidR="00C849EC" w:rsidRDefault="00833ADC" w:rsidP="00833ADC">
          <w:pPr>
            <w:pStyle w:val="1D6BF25BF108471BA91333DB40DF779E1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  <w:docPart>
      <w:docPartPr>
        <w:name w:val="A5B936AC95614DF99BAF057D9EAD8B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5AC6D4-DC04-4C09-905C-4C8C546E7687}"/>
      </w:docPartPr>
      <w:docPartBody>
        <w:p w:rsidR="006274C6" w:rsidRDefault="00C60556" w:rsidP="00C60556">
          <w:pPr>
            <w:pStyle w:val="A5B936AC95614DF99BAF057D9EAD8BC6"/>
          </w:pPr>
          <w:r w:rsidRPr="00F81B53">
            <w:rPr>
              <w:color w:val="000000" w:themeColor="text1"/>
            </w:rPr>
            <w:t xml:space="preserve"> </w:t>
          </w:r>
        </w:p>
      </w:docPartBody>
    </w:docPart>
    <w:docPart>
      <w:docPartPr>
        <w:name w:val="E4C204BC23614E86A28111DFC7855B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FC9DAE-10B8-4BA0-9EC1-C7A6D6F2E2C9}"/>
      </w:docPartPr>
      <w:docPartBody>
        <w:p w:rsidR="003915D8" w:rsidRDefault="00216FF3" w:rsidP="00216FF3">
          <w:pPr>
            <w:pStyle w:val="E4C204BC23614E86A28111DFC7855B50"/>
          </w:pPr>
          <w:r w:rsidRPr="00F81B53">
            <w:rPr>
              <w:b/>
              <w:color w:val="000000" w:themeColor="text1"/>
              <w:sz w:val="24"/>
            </w:rPr>
            <w:t xml:space="preserve"> </w:t>
          </w:r>
        </w:p>
      </w:docPartBody>
    </w:docPart>
    <w:docPart>
      <w:docPartPr>
        <w:name w:val="8279694FA12D43DA8C497F0DEA6D9F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8D9B3E-E5B8-43C8-B249-B8B24C45C4BF}"/>
      </w:docPartPr>
      <w:docPartBody>
        <w:p w:rsidR="007E1675" w:rsidRDefault="00C709FB" w:rsidP="00C709FB">
          <w:pPr>
            <w:pStyle w:val="8279694FA12D43DA8C497F0DEA6D9F95"/>
          </w:pPr>
          <w:r w:rsidRPr="00F81B53">
            <w:rPr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107E8"/>
    <w:rsid w:val="001227DF"/>
    <w:rsid w:val="001571A9"/>
    <w:rsid w:val="00205F9C"/>
    <w:rsid w:val="00216FF3"/>
    <w:rsid w:val="002370F5"/>
    <w:rsid w:val="002615C8"/>
    <w:rsid w:val="0029444C"/>
    <w:rsid w:val="002A1B07"/>
    <w:rsid w:val="002B60F4"/>
    <w:rsid w:val="003915D8"/>
    <w:rsid w:val="003E1285"/>
    <w:rsid w:val="00415E84"/>
    <w:rsid w:val="00473ECA"/>
    <w:rsid w:val="004F4720"/>
    <w:rsid w:val="005E7D50"/>
    <w:rsid w:val="005F0742"/>
    <w:rsid w:val="00624961"/>
    <w:rsid w:val="006274C6"/>
    <w:rsid w:val="00634106"/>
    <w:rsid w:val="00657F0D"/>
    <w:rsid w:val="006B66EB"/>
    <w:rsid w:val="00707629"/>
    <w:rsid w:val="007231B2"/>
    <w:rsid w:val="00750EDF"/>
    <w:rsid w:val="007E1675"/>
    <w:rsid w:val="00833ADC"/>
    <w:rsid w:val="008B6E63"/>
    <w:rsid w:val="008C765C"/>
    <w:rsid w:val="009068F1"/>
    <w:rsid w:val="00930776"/>
    <w:rsid w:val="00930D8E"/>
    <w:rsid w:val="00933783"/>
    <w:rsid w:val="00992DC5"/>
    <w:rsid w:val="009B45BF"/>
    <w:rsid w:val="009C25AD"/>
    <w:rsid w:val="009C601C"/>
    <w:rsid w:val="009D5B11"/>
    <w:rsid w:val="00A2046A"/>
    <w:rsid w:val="00A97ACE"/>
    <w:rsid w:val="00AA5B36"/>
    <w:rsid w:val="00B227C6"/>
    <w:rsid w:val="00B37922"/>
    <w:rsid w:val="00BD4F13"/>
    <w:rsid w:val="00BF5815"/>
    <w:rsid w:val="00C02180"/>
    <w:rsid w:val="00C10AD9"/>
    <w:rsid w:val="00C22723"/>
    <w:rsid w:val="00C37CD9"/>
    <w:rsid w:val="00C60556"/>
    <w:rsid w:val="00C709FB"/>
    <w:rsid w:val="00C83353"/>
    <w:rsid w:val="00C849EC"/>
    <w:rsid w:val="00CD4DC2"/>
    <w:rsid w:val="00CE0CBE"/>
    <w:rsid w:val="00D912AC"/>
    <w:rsid w:val="00DF011B"/>
    <w:rsid w:val="00E32A7D"/>
    <w:rsid w:val="00E364A5"/>
    <w:rsid w:val="00E5151E"/>
    <w:rsid w:val="00E603DD"/>
    <w:rsid w:val="00E76576"/>
    <w:rsid w:val="00E9604C"/>
    <w:rsid w:val="00EA588D"/>
    <w:rsid w:val="00EF174F"/>
    <w:rsid w:val="00F94794"/>
    <w:rsid w:val="00FA4CEE"/>
    <w:rsid w:val="00FD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3ADC"/>
    <w:rPr>
      <w:color w:val="808080"/>
    </w:rPr>
  </w:style>
  <w:style w:type="paragraph" w:customStyle="1" w:styleId="A5B936AC95614DF99BAF057D9EAD8BC6">
    <w:name w:val="A5B936AC95614DF99BAF057D9EAD8BC6"/>
    <w:rsid w:val="00C60556"/>
  </w:style>
  <w:style w:type="paragraph" w:customStyle="1" w:styleId="559EA7A0DA43431A975DBCE2164F2B821">
    <w:name w:val="559EA7A0DA43431A975DBCE2164F2B8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FC4A17B2AD045D38B5EE9CF82C2F05C1">
    <w:name w:val="2FC4A17B2AD045D38B5EE9CF82C2F05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D6BF25BF108471BA91333DB40DF779E1">
    <w:name w:val="1D6BF25BF108471BA91333DB40DF779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C204BC23614E86A28111DFC7855B50">
    <w:name w:val="E4C204BC23614E86A28111DFC7855B50"/>
    <w:rsid w:val="00216FF3"/>
  </w:style>
  <w:style w:type="paragraph" w:customStyle="1" w:styleId="8279694FA12D43DA8C497F0DEA6D9F95">
    <w:name w:val="8279694FA12D43DA8C497F0DEA6D9F95"/>
    <w:rsid w:val="00C709F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074605A5FCDB4F83B25E1D1611A531" ma:contentTypeVersion="23" ma:contentTypeDescription="Vytvoří nový dokument" ma:contentTypeScope="" ma:versionID="7c5dae44e52dfb868d92c0c76c7e9919">
  <xsd:schema xmlns:xsd="http://www.w3.org/2001/XMLSchema" xmlns:xs="http://www.w3.org/2001/XMLSchema" xmlns:p="http://schemas.microsoft.com/office/2006/metadata/properties" xmlns:ns2="fc3156d0-6477-4e59-85db-677a3ac3ddef" xmlns:ns3="107ea3ff-ebed-4698-b54c-04cca22f4541" xmlns:ns4="d067044f-c8a9-4d3c-af6b-3960191fe327" xmlns:ns5="0e971b8e-aa6f-435f-bb9a-f99ccc42ee61" xmlns:ns6="64c94459-a6c5-4cf5-89c0-115a7989494d" targetNamespace="http://schemas.microsoft.com/office/2006/metadata/properties" ma:root="true" ma:fieldsID="9d2d369d4890f1c370d3363dc56dcb33" ns2:_="" ns3:_="" ns4:_="" ns5:_="" ns6:_="">
    <xsd:import namespace="fc3156d0-6477-4e59-85db-677a3ac3ddef"/>
    <xsd:import namespace="107ea3ff-ebed-4698-b54c-04cca22f4541"/>
    <xsd:import namespace="d067044f-c8a9-4d3c-af6b-3960191fe327"/>
    <xsd:import namespace="0e971b8e-aa6f-435f-bb9a-f99ccc42ee61"/>
    <xsd:import namespace="64c94459-a6c5-4cf5-89c0-115a7989494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5:SharedWithDetails" minOccurs="0"/>
                <xsd:element ref="ns4:lcf76f155ced4ddcb4097134ff3c332f" minOccurs="0"/>
                <xsd:element ref="ns6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156d0-6477-4e59-85db-677a3ac3dd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ea3ff-ebed-4698-b54c-04cca22f4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7044f-c8a9-4d3c-af6b-3960191fe3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590eb72d-ad02-4f84-953f-902ab4317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71b8e-aa6f-435f-bb9a-f99ccc42ee61" elementFormDefault="qualified">
    <xsd:import namespace="http://schemas.microsoft.com/office/2006/documentManagement/types"/>
    <xsd:import namespace="http://schemas.microsoft.com/office/infopath/2007/PartnerControls"/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94459-a6c5-4cf5-89c0-115a7989494d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02aad992-3633-49d6-bab6-2833da5e6d5f}" ma:internalName="TaxCatchAll" ma:showField="CatchAllData" ma:web="64c94459-a6c5-4cf5-89c0-115a798949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7044f-c8a9-4d3c-af6b-3960191fe327">
      <Terms xmlns="http://schemas.microsoft.com/office/infopath/2007/PartnerControls"/>
    </lcf76f155ced4ddcb4097134ff3c332f>
    <TaxCatchAll xmlns="64c94459-a6c5-4cf5-89c0-115a7989494d" xsi:nil="true"/>
    <_dlc_DocId xmlns="fc3156d0-6477-4e59-85db-677a3ac3ddef">MMB0-338994810-62878</_dlc_DocId>
    <_dlc_DocIdUrl xmlns="fc3156d0-6477-4e59-85db-677a3ac3ddef">
      <Url>https://mmbonline.sharepoint.com/OD/OKD/_layouts/15/DocIdRedir.aspx?ID=MMB0-338994810-62878</Url>
      <Description>MMB0-338994810-62878</Description>
    </_dlc_DocIdUrl>
  </documentManagement>
</p:properties>
</file>

<file path=customXml/itemProps1.xml><?xml version="1.0" encoding="utf-8"?>
<ds:datastoreItem xmlns:ds="http://schemas.openxmlformats.org/officeDocument/2006/customXml" ds:itemID="{32132A53-E114-4F64-B338-CAE4C4553C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D02B2E-72FE-4CC8-98ED-759C574A8321}"/>
</file>

<file path=customXml/itemProps3.xml><?xml version="1.0" encoding="utf-8"?>
<ds:datastoreItem xmlns:ds="http://schemas.openxmlformats.org/officeDocument/2006/customXml" ds:itemID="{4835D2C8-9B2A-43DD-B9EC-4290220B3F9D}"/>
</file>

<file path=customXml/itemProps4.xml><?xml version="1.0" encoding="utf-8"?>
<ds:datastoreItem xmlns:ds="http://schemas.openxmlformats.org/officeDocument/2006/customXml" ds:itemID="{EAC753E1-45D7-4E6B-AE00-4DD1B9FAA8A3}"/>
</file>

<file path=customXml/itemProps5.xml><?xml version="1.0" encoding="utf-8"?>
<ds:datastoreItem xmlns:ds="http://schemas.openxmlformats.org/officeDocument/2006/customXml" ds:itemID="{437FE56D-90C3-4075-A534-0DE6BB04E31C}"/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16</TotalTime>
  <Pages>2</Pages>
  <Words>59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 Úvodní údaje, identifikace</vt:lpstr>
    </vt:vector>
  </TitlesOfParts>
  <Company>Sweco Hydroprojekt a.s.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 Úvodní údaje, identifikace</dc:title>
  <dc:creator>Sweco Hydroprojekt a.s.</dc:creator>
  <cp:lastModifiedBy>Göpfertová, Eva</cp:lastModifiedBy>
  <cp:revision>3</cp:revision>
  <cp:lastPrinted>2024-07-09T14:40:00Z</cp:lastPrinted>
  <dcterms:created xsi:type="dcterms:W3CDTF">2024-06-26T15:18:00Z</dcterms:created>
  <dcterms:modified xsi:type="dcterms:W3CDTF">2024-07-09T14:46:00Z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2020-12-15T13:37:57Z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c74d273e-2816-4a2c-a69d-0000130a12c4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0x01010046074605A5FCDB4F83B25E1D1611A531</vt:lpwstr>
  </property>
  <property fmtid="{D5CDD505-2E9C-101B-9397-08002B2CF9AE}" pid="10" name="_dlc_DocIdItemGuid">
    <vt:lpwstr>b67442a7-86a6-4395-a5df-4bda0f20e987</vt:lpwstr>
  </property>
</Properties>
</file>